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8B9C0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5" o:spt="75" type="#_x0000_t75" style="height:54.75pt;width:4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 w14:paraId="56A4E5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</w:t>
      </w:r>
    </w:p>
    <w:p w14:paraId="4412DC5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14:paraId="44FF4E81">
      <w:pPr>
        <w:jc w:val="center"/>
        <w:rPr>
          <w:sz w:val="28"/>
          <w:szCs w:val="28"/>
        </w:rPr>
      </w:pPr>
    </w:p>
    <w:p w14:paraId="71C967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</w:t>
      </w:r>
      <w:r>
        <w:rPr>
          <w:caps/>
          <w:sz w:val="28"/>
          <w:szCs w:val="28"/>
        </w:rPr>
        <w:t>бюджетное</w:t>
      </w:r>
      <w:r>
        <w:rPr>
          <w:sz w:val="28"/>
          <w:szCs w:val="28"/>
        </w:rPr>
        <w:t xml:space="preserve"> ОБРАЗОВАТЕЛЬНОЕ УЧРЕЖДЕНИЕ ВЫСШЕГО ОБРАЗОВАНИЯ «ДОНСКОЙ ГОСУДАРСТВЕННЫЙ ТЕХНИЧЕСКИЙ УНИВЕРСИТЕТ» (ДГТУ)</w:t>
      </w:r>
    </w:p>
    <w:p w14:paraId="76A7100C">
      <w:pPr>
        <w:jc w:val="center"/>
        <w:rPr>
          <w:sz w:val="28"/>
          <w:szCs w:val="28"/>
        </w:rPr>
      </w:pPr>
    </w:p>
    <w:p w14:paraId="63C0E739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«Транспорт, сервис и эксплуатация»</w:t>
      </w:r>
    </w:p>
    <w:p w14:paraId="1BA15E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“Сервис и техническая эксплуатация </w:t>
      </w:r>
    </w:p>
    <w:p w14:paraId="0CF7A676">
      <w:pPr>
        <w:jc w:val="center"/>
        <w:rPr>
          <w:sz w:val="28"/>
          <w:szCs w:val="28"/>
        </w:rPr>
      </w:pPr>
      <w:r>
        <w:rPr>
          <w:sz w:val="28"/>
          <w:szCs w:val="28"/>
        </w:rPr>
        <w:t>автотранспортных средств”</w:t>
      </w:r>
    </w:p>
    <w:p w14:paraId="64C7228D">
      <w:pPr>
        <w:jc w:val="center"/>
        <w:rPr>
          <w:sz w:val="28"/>
          <w:szCs w:val="28"/>
        </w:rPr>
      </w:pPr>
    </w:p>
    <w:p w14:paraId="1903C24E">
      <w:pPr>
        <w:jc w:val="center"/>
        <w:rPr>
          <w:sz w:val="28"/>
          <w:szCs w:val="28"/>
        </w:rPr>
      </w:pPr>
    </w:p>
    <w:p w14:paraId="16DC1094">
      <w:pPr>
        <w:pStyle w:val="2"/>
        <w:widowControl/>
        <w:spacing w:line="360" w:lineRule="auto"/>
        <w:ind w:left="0" w:right="0" w:firstLine="0"/>
        <w:rPr>
          <w:rFonts w:ascii="Times New Roman" w:hAnsi="Times New Roman" w:cs="Times New Roman"/>
          <w:b w:val="0"/>
          <w:sz w:val="28"/>
          <w:szCs w:val="28"/>
        </w:rPr>
      </w:pPr>
    </w:p>
    <w:p w14:paraId="5B87BED8">
      <w:pPr>
        <w:rPr>
          <w:lang w:eastAsia="ar-SA"/>
        </w:rPr>
      </w:pPr>
    </w:p>
    <w:p w14:paraId="6E39BD7D">
      <w:pPr>
        <w:rPr>
          <w:lang w:eastAsia="ar-SA"/>
        </w:rPr>
      </w:pPr>
    </w:p>
    <w:p w14:paraId="707C03F7">
      <w:pPr>
        <w:rPr>
          <w:lang w:eastAsia="ar-SA"/>
        </w:rPr>
      </w:pPr>
    </w:p>
    <w:p w14:paraId="11E9C802">
      <w:pPr>
        <w:rPr>
          <w:lang w:eastAsia="ar-SA"/>
        </w:rPr>
      </w:pPr>
    </w:p>
    <w:p w14:paraId="5372A2E1">
      <w:pPr>
        <w:pStyle w:val="2"/>
        <w:widowControl/>
        <w:spacing w:line="360" w:lineRule="auto"/>
        <w:ind w:left="0" w:right="0" w:firstLine="0"/>
        <w:rPr>
          <w:rFonts w:ascii="Times New Roman" w:hAnsi="Times New Roman" w:cs="Times New Roman"/>
          <w:b w:val="0"/>
          <w:sz w:val="28"/>
          <w:szCs w:val="28"/>
        </w:rPr>
      </w:pPr>
    </w:p>
    <w:p w14:paraId="7C602976">
      <w:pPr>
        <w:pStyle w:val="2"/>
        <w:widowControl/>
        <w:spacing w:line="360" w:lineRule="auto"/>
        <w:ind w:left="0" w:right="0" w:firstLine="0"/>
        <w:rPr>
          <w:rFonts w:ascii="Times New Roman" w:hAnsi="Times New Roman" w:cs="Times New Roman"/>
          <w:b w:val="0"/>
          <w:caps/>
          <w:sz w:val="28"/>
          <w:szCs w:val="28"/>
        </w:rPr>
      </w:pPr>
      <w:r>
        <w:rPr>
          <w:rFonts w:ascii="Times New Roman" w:hAnsi="Times New Roman" w:cs="Times New Roman"/>
          <w:b w:val="0"/>
          <w:caps/>
          <w:sz w:val="28"/>
          <w:szCs w:val="28"/>
        </w:rPr>
        <w:t>МЕТОДИЧЕСКИЕ  УКАЗАНИЯ и контрольные задания.</w:t>
      </w:r>
    </w:p>
    <w:p w14:paraId="729546D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14:paraId="6912FE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"ТРАНСПОРТНАЯ ЭКОЛОГИЯ" </w:t>
      </w:r>
    </w:p>
    <w:p w14:paraId="7B75FDDE">
      <w:pPr>
        <w:pStyle w:val="3"/>
        <w:widowControl/>
        <w:ind w:left="0" w:right="0" w:firstLine="0"/>
        <w:rPr>
          <w:rFonts w:ascii="Times New Roman" w:hAnsi="Times New Roman" w:cs="Times New Roman"/>
          <w:sz w:val="28"/>
          <w:szCs w:val="28"/>
        </w:rPr>
      </w:pPr>
    </w:p>
    <w:p w14:paraId="6DFB3029">
      <w:pPr>
        <w:rPr>
          <w:sz w:val="28"/>
          <w:szCs w:val="28"/>
        </w:rPr>
      </w:pPr>
    </w:p>
    <w:p w14:paraId="544F0BB2">
      <w:pPr>
        <w:rPr>
          <w:sz w:val="28"/>
          <w:szCs w:val="28"/>
        </w:rPr>
      </w:pPr>
    </w:p>
    <w:p w14:paraId="1930B374">
      <w:pPr>
        <w:rPr>
          <w:sz w:val="28"/>
          <w:szCs w:val="28"/>
        </w:rPr>
      </w:pPr>
    </w:p>
    <w:p w14:paraId="61E14237">
      <w:pPr>
        <w:rPr>
          <w:sz w:val="28"/>
          <w:szCs w:val="28"/>
        </w:rPr>
      </w:pPr>
    </w:p>
    <w:p w14:paraId="3CA2F727">
      <w:pPr>
        <w:pStyle w:val="3"/>
        <w:widowControl/>
        <w:ind w:left="0" w:right="0" w:firstLine="0"/>
        <w:rPr>
          <w:rFonts w:ascii="Times New Roman" w:hAnsi="Times New Roman" w:cs="Times New Roman"/>
          <w:sz w:val="28"/>
          <w:szCs w:val="28"/>
        </w:rPr>
      </w:pPr>
    </w:p>
    <w:p w14:paraId="72962705">
      <w:pPr>
        <w:rPr>
          <w:lang w:eastAsia="ar-SA"/>
        </w:rPr>
      </w:pPr>
    </w:p>
    <w:p w14:paraId="4F5A0645">
      <w:pPr>
        <w:rPr>
          <w:lang w:eastAsia="ar-SA"/>
        </w:rPr>
      </w:pPr>
    </w:p>
    <w:p w14:paraId="70155CB5">
      <w:pPr>
        <w:rPr>
          <w:lang w:eastAsia="ar-SA"/>
        </w:rPr>
      </w:pPr>
    </w:p>
    <w:p w14:paraId="495F8937">
      <w:pPr>
        <w:pStyle w:val="3"/>
        <w:widowControl/>
        <w:ind w:left="0" w:right="0" w:firstLine="0"/>
        <w:rPr>
          <w:rFonts w:ascii="Times New Roman" w:hAnsi="Times New Roman" w:cs="Times New Roman"/>
          <w:sz w:val="28"/>
          <w:szCs w:val="28"/>
        </w:rPr>
      </w:pPr>
    </w:p>
    <w:p w14:paraId="716AEE04">
      <w:pPr>
        <w:pStyle w:val="3"/>
        <w:widowControl/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0DF238C">
      <w:pPr>
        <w:rPr>
          <w:lang w:eastAsia="ar-SA"/>
        </w:rPr>
      </w:pPr>
    </w:p>
    <w:p w14:paraId="50BB73EC">
      <w:pPr>
        <w:pStyle w:val="3"/>
        <w:widowControl/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AB0135B">
      <w:pPr>
        <w:pStyle w:val="3"/>
        <w:widowControl/>
        <w:ind w:left="0" w:right="0" w:firstLine="0"/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 w:num="1"/>
          <w:titlePg/>
          <w:docGrid w:linePitch="360" w:charSpace="0"/>
        </w:sect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Ростов-на-Дону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2024</w:t>
      </w:r>
    </w:p>
    <w:p w14:paraId="21754111">
      <w:pPr>
        <w:pStyle w:val="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УДК 656</w:t>
      </w:r>
    </w:p>
    <w:p w14:paraId="6324D67B">
      <w:pPr>
        <w:pStyle w:val="8"/>
        <w:jc w:val="left"/>
        <w:rPr>
          <w:rFonts w:ascii="Tahoma" w:hAnsi="Tahoma" w:cs="Tahoma"/>
          <w:sz w:val="18"/>
          <w:szCs w:val="18"/>
        </w:rPr>
      </w:pPr>
    </w:p>
    <w:p w14:paraId="463BE85C">
      <w:pPr>
        <w:pStyle w:val="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Составитель: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канд. техн. наук, доцент С.Г. Курень </w:t>
      </w:r>
    </w:p>
    <w:p w14:paraId="36D986E8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</w:t>
      </w:r>
    </w:p>
    <w:p w14:paraId="3331E270">
      <w:pPr>
        <w:pStyle w:val="8"/>
        <w:jc w:val="left"/>
        <w:rPr>
          <w:rFonts w:ascii="Tahoma" w:hAnsi="Tahoma" w:cs="Tahoma"/>
          <w:sz w:val="18"/>
          <w:szCs w:val="18"/>
        </w:rPr>
      </w:pPr>
    </w:p>
    <w:p w14:paraId="742081D2">
      <w:pPr>
        <w:pStyle w:val="8"/>
        <w:jc w:val="left"/>
        <w:rPr>
          <w:rFonts w:ascii="Tahoma" w:hAnsi="Tahoma" w:cs="Tahoma"/>
          <w:sz w:val="18"/>
          <w:szCs w:val="18"/>
        </w:rPr>
      </w:pPr>
    </w:p>
    <w:p w14:paraId="56F110AA">
      <w:pPr>
        <w:pStyle w:val="8"/>
        <w:jc w:val="both"/>
        <w:rPr>
          <w:rFonts w:ascii="Tahoma" w:hAnsi="Tahoma" w:cs="Tahoma"/>
          <w:sz w:val="18"/>
          <w:szCs w:val="18"/>
        </w:rPr>
      </w:pPr>
    </w:p>
    <w:p w14:paraId="261A5AC7">
      <w:pPr>
        <w:shd w:val="clear" w:color="auto" w:fill="FFFFFF"/>
        <w:spacing w:line="394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lang w:val="ru-RU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транспортная экология. Методические указания и контрольные задания. – Ростов н/Д: Издательский центр ДГТУ, </w:t>
      </w:r>
      <w:r>
        <w:rPr>
          <w:rFonts w:ascii="Tahoma" w:hAnsi="Tahoma" w:cs="Tahoma"/>
          <w:sz w:val="18"/>
          <w:szCs w:val="18"/>
          <w:lang w:val="ru-RU"/>
        </w:rPr>
        <w:t>2024</w:t>
      </w:r>
      <w:r>
        <w:rPr>
          <w:rFonts w:ascii="Tahoma" w:hAnsi="Tahoma" w:cs="Tahoma"/>
          <w:sz w:val="18"/>
          <w:szCs w:val="18"/>
        </w:rPr>
        <w:t xml:space="preserve">. – </w:t>
      </w:r>
    </w:p>
    <w:p w14:paraId="23D37F77">
      <w:pPr>
        <w:shd w:val="clear" w:color="auto" w:fill="FFFFFF"/>
        <w:spacing w:line="394" w:lineRule="exac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12 с.</w:t>
      </w:r>
    </w:p>
    <w:p w14:paraId="26283700">
      <w:pPr>
        <w:pStyle w:val="8"/>
        <w:ind w:firstLine="709"/>
        <w:jc w:val="both"/>
        <w:rPr>
          <w:rFonts w:ascii="Tahoma" w:hAnsi="Tahoma" w:cs="Tahoma"/>
          <w:sz w:val="18"/>
          <w:szCs w:val="18"/>
        </w:rPr>
      </w:pPr>
    </w:p>
    <w:p w14:paraId="5AC90380">
      <w:pPr>
        <w:pStyle w:val="8"/>
        <w:ind w:firstLine="709"/>
        <w:jc w:val="both"/>
        <w:rPr>
          <w:rFonts w:ascii="Tahoma" w:hAnsi="Tahoma" w:cs="Tahoma"/>
          <w:sz w:val="18"/>
          <w:szCs w:val="18"/>
        </w:rPr>
      </w:pPr>
    </w:p>
    <w:p w14:paraId="7623FFED">
      <w:pPr>
        <w:pStyle w:val="8"/>
        <w:ind w:firstLine="709"/>
        <w:jc w:val="both"/>
        <w:rPr>
          <w:rFonts w:ascii="Tahoma" w:hAnsi="Tahoma" w:cs="Tahoma"/>
          <w:sz w:val="18"/>
          <w:szCs w:val="18"/>
        </w:rPr>
      </w:pPr>
    </w:p>
    <w:p w14:paraId="6F9602E9">
      <w:pPr>
        <w:pStyle w:val="8"/>
        <w:ind w:firstLine="709"/>
        <w:jc w:val="both"/>
        <w:rPr>
          <w:rFonts w:ascii="Tahoma" w:hAnsi="Tahoma" w:cs="Tahoma"/>
          <w:sz w:val="18"/>
          <w:szCs w:val="18"/>
        </w:rPr>
      </w:pPr>
    </w:p>
    <w:p w14:paraId="6A801950">
      <w:pPr>
        <w:pStyle w:val="8"/>
        <w:ind w:firstLine="709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Методические указания по дисциплине «</w:t>
      </w:r>
      <w:r>
        <w:rPr>
          <w:rFonts w:ascii="Tahoma" w:hAnsi="Tahoma" w:cs="Tahoma"/>
          <w:sz w:val="18"/>
          <w:szCs w:val="18"/>
          <w:lang w:val="ru-RU"/>
        </w:rPr>
        <w:t xml:space="preserve"> </w:t>
      </w:r>
      <w:r>
        <w:rPr>
          <w:rFonts w:ascii="Tahoma" w:hAnsi="Tahoma" w:cs="Tahoma"/>
          <w:sz w:val="18"/>
          <w:szCs w:val="18"/>
        </w:rPr>
        <w:t>транспортная экология» предназначены для бакалавров всех форм обучения по профилю «Сервис и эксплуатация автотранспортных средств» направления 23.03.03 «Эксплуатация транспортно-технологических машин и комплексов».</w:t>
      </w:r>
    </w:p>
    <w:p w14:paraId="423F360F">
      <w:pPr>
        <w:pStyle w:val="8"/>
        <w:jc w:val="both"/>
        <w:rPr>
          <w:rFonts w:ascii="Tahoma" w:hAnsi="Tahoma" w:cs="Tahoma"/>
          <w:color w:val="FF0000"/>
          <w:sz w:val="18"/>
          <w:szCs w:val="18"/>
        </w:rPr>
      </w:pPr>
    </w:p>
    <w:p w14:paraId="4768EDEE">
      <w:pPr>
        <w:jc w:val="both"/>
        <w:rPr>
          <w:rFonts w:ascii="Tahoma" w:hAnsi="Tahoma" w:cs="Tahoma"/>
          <w:sz w:val="18"/>
          <w:szCs w:val="18"/>
        </w:rPr>
      </w:pPr>
    </w:p>
    <w:p w14:paraId="1FBF7C93">
      <w:pPr>
        <w:jc w:val="both"/>
        <w:rPr>
          <w:rFonts w:ascii="Tahoma" w:hAnsi="Tahoma" w:cs="Tahoma"/>
          <w:sz w:val="18"/>
          <w:szCs w:val="18"/>
        </w:rPr>
      </w:pPr>
    </w:p>
    <w:p w14:paraId="1761EDEB">
      <w:pPr>
        <w:jc w:val="both"/>
        <w:rPr>
          <w:rFonts w:ascii="Tahoma" w:hAnsi="Tahoma" w:cs="Tahoma"/>
          <w:sz w:val="18"/>
          <w:szCs w:val="18"/>
        </w:rPr>
      </w:pPr>
    </w:p>
    <w:p w14:paraId="66AF8993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Печатается по решению методической комиссии факультета</w:t>
      </w:r>
    </w:p>
    <w:p w14:paraId="17D33BA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«Авиастроение. Транспорт, сервис и эксплуатация»</w:t>
      </w:r>
    </w:p>
    <w:p w14:paraId="21552710">
      <w:pPr>
        <w:jc w:val="both"/>
        <w:rPr>
          <w:rFonts w:ascii="Tahoma" w:hAnsi="Tahoma" w:cs="Tahoma"/>
          <w:sz w:val="18"/>
          <w:szCs w:val="18"/>
        </w:rPr>
      </w:pPr>
    </w:p>
    <w:p w14:paraId="1CDA0E0A">
      <w:pPr>
        <w:jc w:val="both"/>
        <w:rPr>
          <w:rFonts w:ascii="Tahoma" w:hAnsi="Tahoma" w:cs="Tahoma"/>
          <w:sz w:val="18"/>
          <w:szCs w:val="18"/>
        </w:rPr>
      </w:pPr>
    </w:p>
    <w:p w14:paraId="55FDB67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Рецензент – канд. техн. наук, доцент Н.С. Донцов</w:t>
      </w:r>
    </w:p>
    <w:p w14:paraId="6977AB96">
      <w:pPr>
        <w:jc w:val="both"/>
        <w:rPr>
          <w:rFonts w:ascii="Tahoma" w:hAnsi="Tahoma" w:cs="Tahoma"/>
          <w:sz w:val="18"/>
          <w:szCs w:val="18"/>
        </w:rPr>
      </w:pPr>
    </w:p>
    <w:p w14:paraId="4E51F9E4">
      <w:pPr>
        <w:jc w:val="both"/>
        <w:rPr>
          <w:rFonts w:ascii="Tahoma" w:hAnsi="Tahoma" w:cs="Tahoma"/>
          <w:sz w:val="18"/>
          <w:szCs w:val="18"/>
        </w:rPr>
      </w:pPr>
    </w:p>
    <w:p w14:paraId="02DCDEB0">
      <w:pPr>
        <w:jc w:val="both"/>
        <w:rPr>
          <w:rFonts w:ascii="Tahoma" w:hAnsi="Tahoma" w:cs="Tahoma"/>
          <w:sz w:val="18"/>
          <w:szCs w:val="18"/>
        </w:rPr>
      </w:pPr>
    </w:p>
    <w:p w14:paraId="6007BEB7">
      <w:pPr>
        <w:jc w:val="both"/>
        <w:rPr>
          <w:rFonts w:ascii="Tahoma" w:hAnsi="Tahoma" w:cs="Tahoma"/>
          <w:sz w:val="18"/>
          <w:szCs w:val="18"/>
        </w:rPr>
      </w:pPr>
    </w:p>
    <w:p w14:paraId="5DC8F988">
      <w:pPr>
        <w:jc w:val="both"/>
        <w:rPr>
          <w:rFonts w:ascii="Tahoma" w:hAnsi="Tahoma" w:cs="Tahoma"/>
          <w:sz w:val="18"/>
          <w:szCs w:val="18"/>
        </w:rPr>
      </w:pPr>
    </w:p>
    <w:p w14:paraId="10F806CD">
      <w:pPr>
        <w:jc w:val="right"/>
        <w:rPr>
          <w:rFonts w:ascii="Tahoma" w:hAnsi="Tahoma" w:cs="Tahoma"/>
          <w:sz w:val="18"/>
          <w:szCs w:val="18"/>
        </w:rPr>
      </w:pPr>
    </w:p>
    <w:p w14:paraId="74424394">
      <w:pPr>
        <w:jc w:val="right"/>
        <w:rPr>
          <w:rFonts w:ascii="Tahoma" w:hAnsi="Tahoma" w:cs="Tahoma"/>
          <w:sz w:val="18"/>
          <w:szCs w:val="18"/>
        </w:rPr>
      </w:pPr>
    </w:p>
    <w:p w14:paraId="69AFC860">
      <w:pPr>
        <w:jc w:val="right"/>
        <w:rPr>
          <w:rFonts w:ascii="Tahoma" w:hAnsi="Tahoma" w:cs="Tahoma"/>
          <w:sz w:val="18"/>
          <w:szCs w:val="18"/>
        </w:rPr>
      </w:pPr>
    </w:p>
    <w:p w14:paraId="456BDC2A">
      <w:pPr>
        <w:jc w:val="right"/>
        <w:rPr>
          <w:rFonts w:ascii="Tahoma" w:hAnsi="Tahoma" w:cs="Tahoma"/>
          <w:sz w:val="18"/>
          <w:szCs w:val="18"/>
          <w:lang w:val="ru-RU"/>
        </w:rPr>
      </w:pPr>
      <w:r>
        <w:rPr>
          <w:rFonts w:ascii="Tahoma" w:hAnsi="Tahoma" w:cs="Tahoma"/>
          <w:sz w:val="18"/>
          <w:szCs w:val="18"/>
        </w:rPr>
        <w:sym w:font="Symbol" w:char="F0D3"/>
      </w:r>
      <w:r>
        <w:rPr>
          <w:rFonts w:ascii="Tahoma" w:hAnsi="Tahoma" w:cs="Tahoma"/>
          <w:sz w:val="18"/>
          <w:szCs w:val="18"/>
        </w:rPr>
        <w:t xml:space="preserve"> Издательский центр ДГТУ, </w:t>
      </w:r>
      <w:r>
        <w:rPr>
          <w:rFonts w:ascii="Tahoma" w:hAnsi="Tahoma" w:cs="Tahoma"/>
          <w:sz w:val="18"/>
          <w:szCs w:val="18"/>
          <w:lang w:val="ru-RU"/>
        </w:rPr>
        <w:t>2024</w:t>
      </w:r>
    </w:p>
    <w:p w14:paraId="4F96167D">
      <w:pPr>
        <w:ind w:firstLine="360"/>
        <w:jc w:val="center"/>
        <w:rPr>
          <w:rFonts w:ascii="Tahoma" w:hAnsi="Tahoma" w:cs="Tahoma"/>
          <w:sz w:val="18"/>
          <w:szCs w:val="18"/>
        </w:rPr>
      </w:pPr>
    </w:p>
    <w:p w14:paraId="4C3201B9"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  <w:r>
        <w:rPr>
          <w:rFonts w:ascii="Tahoma" w:hAnsi="Tahoma" w:cs="Tahoma"/>
          <w:b/>
          <w:sz w:val="18"/>
          <w:szCs w:val="18"/>
        </w:rPr>
        <w:t>1 Цель и задачи дисциплины</w:t>
      </w:r>
    </w:p>
    <w:p w14:paraId="4189FD43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Дисциплина «</w:t>
      </w:r>
      <w:r>
        <w:rPr>
          <w:rFonts w:ascii="Tahoma" w:hAnsi="Tahoma" w:cs="Tahoma"/>
          <w:sz w:val="18"/>
          <w:szCs w:val="18"/>
          <w:lang w:val="ru-RU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транспортная экология» изучается в 11 семестре студентами заочного обучения по специальности 190603. </w:t>
      </w:r>
    </w:p>
    <w:p w14:paraId="2275F7C2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Целью дисциплины являются приобретение знаний в области прикладной </w:t>
      </w:r>
      <w:r>
        <w:rPr>
          <w:rFonts w:ascii="Tahoma" w:hAnsi="Tahoma" w:cs="Tahoma"/>
          <w:sz w:val="18"/>
          <w:szCs w:val="18"/>
          <w:lang w:val="ru-RU"/>
        </w:rPr>
        <w:t xml:space="preserve"> </w:t>
      </w:r>
      <w:r>
        <w:rPr>
          <w:rFonts w:ascii="Tahoma" w:hAnsi="Tahoma" w:cs="Tahoma"/>
          <w:sz w:val="18"/>
          <w:szCs w:val="18"/>
        </w:rPr>
        <w:t>транспортной экологии.</w:t>
      </w:r>
    </w:p>
    <w:p w14:paraId="26517B6D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Задачи дисциплины:</w:t>
      </w:r>
    </w:p>
    <w:p w14:paraId="27ACC534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изучение основных физико-механических процессов при воздействии транспортных средств на окружающую среду;</w:t>
      </w:r>
    </w:p>
    <w:p w14:paraId="02E5E292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ознакомление с различными видами загрязнений окружающей среды, методами и средствами их нормализации;</w:t>
      </w:r>
    </w:p>
    <w:p w14:paraId="6EF34A16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освоение методики расчета выбросов загрязняющих веществ на различных участках автообслуживающих предприятий.</w:t>
      </w:r>
    </w:p>
    <w:p w14:paraId="296DBED0">
      <w:pPr>
        <w:ind w:firstLine="360"/>
        <w:jc w:val="both"/>
        <w:rPr>
          <w:rFonts w:ascii="Tahoma" w:hAnsi="Tahoma" w:cs="Tahoma"/>
          <w:sz w:val="18"/>
          <w:szCs w:val="18"/>
        </w:rPr>
      </w:pPr>
    </w:p>
    <w:p w14:paraId="19540616">
      <w:pPr>
        <w:ind w:firstLine="360"/>
        <w:jc w:val="both"/>
        <w:rPr>
          <w:rFonts w:ascii="Tahoma" w:hAnsi="Tahoma" w:cs="Tahoma"/>
          <w:b/>
          <w:sz w:val="18"/>
          <w:szCs w:val="18"/>
        </w:rPr>
      </w:pPr>
    </w:p>
    <w:p w14:paraId="13FB5EFA"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2.    Требования к содержанию  и оформлению контрольной работы</w:t>
      </w:r>
    </w:p>
    <w:p w14:paraId="086E41A4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Изучение дисциплины предполагает овладение материалом в соответствии с программой и выполнение одной контрольной работы с использованием рекомендуемой литературы.</w:t>
      </w:r>
    </w:p>
    <w:p w14:paraId="13B444A6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</w:rPr>
        <w:t>Для выполнения контрольной работы студент должен ответить на три вопроса (т.е.  по одному из каждого задания) и решить три задачи</w:t>
      </w:r>
      <w:r>
        <w:rPr>
          <w:rFonts w:ascii="Tahoma" w:hAnsi="Tahoma" w:cs="Tahoma"/>
          <w:sz w:val="18"/>
          <w:szCs w:val="18"/>
        </w:rPr>
        <w:t xml:space="preserve">. </w:t>
      </w:r>
    </w:p>
    <w:p w14:paraId="5B634441">
      <w:pPr>
        <w:ind w:firstLine="3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Последняя цифра зачетной книжки определяет номер вопроса из каждого задания. При решении задач индекс «№ ЗК» означает две последние цифры номера зачетной книжки. В таблицах индекс ПНСГ означает «Порядковый номер из списка группы» (уточняется в деканате или у преподавателя).</w:t>
      </w:r>
    </w:p>
    <w:p w14:paraId="7C847490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Объем контрольной работы 5-7 страниц рукописного текста на листах формата А4 в соответствии с требованиями ЕСКД.</w:t>
      </w:r>
    </w:p>
    <w:p w14:paraId="2AF9A69E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Структура работы должна включать:  титульный лист установленной формы, содержание,  ответы на поставленные вопросы, решение задач (исходные данные, методика решений, решение) и список литературы. </w:t>
      </w:r>
    </w:p>
    <w:p w14:paraId="51EC79F7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Ответы на поставленные вопросы следует иллюстрировать схемами и графиками.</w:t>
      </w:r>
    </w:p>
    <w:p w14:paraId="3A2F46DB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На каждый из приведенных литературных источников в тексте должны быть ссылки.</w:t>
      </w:r>
    </w:p>
    <w:p w14:paraId="3A60851B"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br w:type="page"/>
      </w:r>
      <w:r>
        <w:rPr>
          <w:rFonts w:ascii="Tahoma" w:hAnsi="Tahoma" w:cs="Tahoma"/>
          <w:b/>
          <w:sz w:val="18"/>
          <w:szCs w:val="18"/>
        </w:rPr>
        <w:t>3. Контрольные вопросы</w:t>
      </w:r>
    </w:p>
    <w:p w14:paraId="0BE7914B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Задание 1.</w:t>
      </w:r>
    </w:p>
    <w:p w14:paraId="5A775FB9">
      <w:pPr>
        <w:ind w:firstLine="360"/>
        <w:jc w:val="both"/>
        <w:rPr>
          <w:rFonts w:ascii="Tahoma" w:hAnsi="Tahoma" w:cs="Tahoma"/>
          <w:sz w:val="18"/>
          <w:szCs w:val="18"/>
        </w:rPr>
      </w:pPr>
    </w:p>
    <w:p w14:paraId="33FD6ED0"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Воздействие промышленности и транспорта на окружающую природную среду.</w:t>
      </w:r>
    </w:p>
    <w:p w14:paraId="7751C2D1"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Параметрические (энергетические) процессы транспортных машин: шум и вибрации.</w:t>
      </w:r>
    </w:p>
    <w:p w14:paraId="30D62A93"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Ландшафтные нарушения, связанные с автотранспортом.</w:t>
      </w:r>
    </w:p>
    <w:p w14:paraId="603194AD"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Параметрические (энергетические) процессы транспортных машин: электромагнитные и ионизирующие излучения.</w:t>
      </w:r>
    </w:p>
    <w:p w14:paraId="17B9121A"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Технологические процессы переработки сырья для автомобильного транспорта как источники вредных выбросов и мероприятия по их нормализации. </w:t>
      </w:r>
    </w:p>
    <w:p w14:paraId="6AB11A48"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Источники загрязнения окружающей среды при изготовлении транспортных объектов и мероприятия по их нормализации.</w:t>
      </w:r>
    </w:p>
    <w:p w14:paraId="3EFB82E9"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Загрязнение окружающей среды при выполнении транспортной работы и мероприятия по его нормализации.</w:t>
      </w:r>
    </w:p>
    <w:p w14:paraId="48953DF5"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Улучшение экологии путем применения альтернативных видов топлива и зарубежный опыт в этом направлении.</w:t>
      </w:r>
    </w:p>
    <w:p w14:paraId="080E714E">
      <w:pPr>
        <w:numPr>
          <w:ilvl w:val="1"/>
          <w:numId w:val="2"/>
        </w:num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Экологические требования к размещению, проектированию и строительству предприятий автомобильного транспорта.</w:t>
      </w:r>
    </w:p>
    <w:p w14:paraId="06BAA393">
      <w:pPr>
        <w:numPr>
          <w:ilvl w:val="1"/>
          <w:numId w:val="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 Предмет и задачи экологии. Принципы и методы рационального природопользования.</w:t>
      </w:r>
    </w:p>
    <w:p w14:paraId="7A9D8921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72B8F0B6">
      <w:pPr>
        <w:ind w:left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Задание 2.</w:t>
      </w:r>
    </w:p>
    <w:p w14:paraId="38DB3B23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714A8974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2.1. Источники загрязнения окружающей среды при обслуживании и ремонте объектов транспорта и мероприятия по их нормализации.</w:t>
      </w:r>
    </w:p>
    <w:p w14:paraId="2FF34933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2.2. Экологический баланс транспортного средства в жизненном цикле.</w:t>
      </w:r>
    </w:p>
    <w:p w14:paraId="218DF68C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2.3. Выбросы вредных веществ, расход топлива, шум  транспортного процесса.</w:t>
      </w:r>
    </w:p>
    <w:p w14:paraId="4C31ED9B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2.4. Выбросы вредных веществ и потребление ресурсов автомобильным парком.</w:t>
      </w:r>
    </w:p>
    <w:p w14:paraId="7F4289D7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2.5. Дорожная сеть и мероприятия по снижению воздействия на среду совокупности машин и дорожной сети.</w:t>
      </w:r>
    </w:p>
    <w:p w14:paraId="70413F2A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2.6. Транспортный процесс и экологически аварийные ситуации на дорогах.</w:t>
      </w:r>
    </w:p>
    <w:p w14:paraId="2F0FD474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2.7. Распространение и трансформация </w:t>
      </w:r>
      <w:bookmarkStart w:id="0" w:name="_GoBack"/>
      <w:r>
        <w:rPr>
          <w:rFonts w:ascii="Tahoma" w:hAnsi="Tahoma" w:cs="Tahoma"/>
          <w:sz w:val="18"/>
          <w:szCs w:val="18"/>
        </w:rPr>
        <w:t>промышленно-</w:t>
      </w:r>
      <w:bookmarkEnd w:id="0"/>
      <w:r>
        <w:rPr>
          <w:rFonts w:ascii="Tahoma" w:hAnsi="Tahoma" w:cs="Tahoma"/>
          <w:sz w:val="18"/>
          <w:szCs w:val="18"/>
        </w:rPr>
        <w:t xml:space="preserve">транспортных загрязнений и факторы, влияющие на эти явления. </w:t>
      </w:r>
    </w:p>
    <w:p w14:paraId="3CAACF24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2.8. Пути снижения токсичности отработавших газов.</w:t>
      </w:r>
    </w:p>
    <w:p w14:paraId="77AEE5C0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2.9. Снижение шума и вибрации автомобилей.</w:t>
      </w:r>
    </w:p>
    <w:p w14:paraId="00298101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2.10.Экологические требования к эксплуатации предприятий автомобильного транспорта.</w:t>
      </w:r>
    </w:p>
    <w:p w14:paraId="2F3D4397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</w:p>
    <w:p w14:paraId="152C0C94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Задание 3.</w:t>
      </w:r>
    </w:p>
    <w:p w14:paraId="58416774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</w:p>
    <w:p w14:paraId="35CB9792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3.1. Воздействие загрязнений на окружающую среду и обратная реакция.</w:t>
      </w:r>
    </w:p>
    <w:p w14:paraId="2AB312AA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3.2. Санитарно-гигиеническое и экологическое нормирование промышленного воздействия на окружающую среду.</w:t>
      </w:r>
    </w:p>
    <w:p w14:paraId="6BAEEE78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3.3. Методы и средства оценки загрязнения атмосферного воздуха.</w:t>
      </w:r>
    </w:p>
    <w:p w14:paraId="2FBC4E43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3.4. Методы и средства оценки загрязнения водной среды, почв и растительности.</w:t>
      </w:r>
    </w:p>
    <w:p w14:paraId="4E4C877F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3.5. Посты контроля транспортного загрязнения окружающей среды.</w:t>
      </w:r>
    </w:p>
    <w:p w14:paraId="56A6DC83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3.6. Оценка транспортного загрязнения окружающей среды в крупных городах и вблизи автомагистрали.</w:t>
      </w:r>
    </w:p>
    <w:p w14:paraId="7D305577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3.7. Расчетные оценки воздействия транспорта на окружающую среду.</w:t>
      </w:r>
    </w:p>
    <w:p w14:paraId="1D5F024B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3.8. Международное сотрудничество в области экологии окружающей среды.</w:t>
      </w:r>
    </w:p>
    <w:p w14:paraId="70ADE21D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3.9. Влияние автомобилей на окружающую среду.</w:t>
      </w:r>
    </w:p>
    <w:p w14:paraId="7684AB44">
      <w:pPr>
        <w:tabs>
          <w:tab w:val="left" w:pos="720"/>
        </w:tabs>
        <w:ind w:left="720" w:hanging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3.10. Токсичность отработавших газов автомобильных двигателей и средства контроля токсичности.</w:t>
      </w:r>
    </w:p>
    <w:p w14:paraId="3A74395B">
      <w:pPr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</w:p>
    <w:p w14:paraId="743B6F5D">
      <w:pPr>
        <w:ind w:firstLine="360"/>
        <w:jc w:val="both"/>
        <w:rPr>
          <w:rFonts w:ascii="Tahoma" w:hAnsi="Tahoma" w:cs="Tahoma"/>
          <w:b/>
          <w:sz w:val="18"/>
          <w:szCs w:val="18"/>
        </w:rPr>
      </w:pPr>
    </w:p>
    <w:p w14:paraId="789FC5AA"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4. Формулировка задач</w:t>
      </w:r>
    </w:p>
    <w:p w14:paraId="26FB6657">
      <w:pPr>
        <w:ind w:firstLine="360"/>
        <w:jc w:val="both"/>
        <w:rPr>
          <w:rFonts w:ascii="Tahoma" w:hAnsi="Tahoma" w:cs="Tahoma"/>
          <w:b/>
          <w:sz w:val="18"/>
          <w:szCs w:val="18"/>
        </w:rPr>
      </w:pPr>
    </w:p>
    <w:p w14:paraId="3C5E3DD5">
      <w:pPr>
        <w:ind w:firstLine="36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Задача 1</w:t>
      </w:r>
      <w:r>
        <w:rPr>
          <w:rFonts w:ascii="Tahoma" w:hAnsi="Tahoma" w:cs="Tahoma"/>
          <w:b/>
          <w:sz w:val="18"/>
          <w:szCs w:val="18"/>
        </w:rPr>
        <w:t>. Расчет выбросов загрязняющих веществ от шиномонтажного участка</w:t>
      </w:r>
    </w:p>
    <w:p w14:paraId="05B09A02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 Цель работы: Определение валовых и разовых выбросов пыли, бензина, оксида углерода и сернистого ангидрида</w:t>
      </w:r>
    </w:p>
    <w:p w14:paraId="7A9B1C8E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Шиноремонтные работы включают в себя:</w:t>
      </w:r>
    </w:p>
    <w:p w14:paraId="3A3BE53D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шероховку (обработку местных повреждений) камер и покрышек;</w:t>
      </w:r>
    </w:p>
    <w:p w14:paraId="53955D60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промазывание клеем, склеивание и сушку;</w:t>
      </w:r>
    </w:p>
    <w:p w14:paraId="45A2D2DA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- вулканизацию.</w:t>
      </w:r>
    </w:p>
    <w:p w14:paraId="1FCB9A50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 Исходные данные:</w:t>
      </w:r>
    </w:p>
    <w:p w14:paraId="291EEBD9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2.1 </w:t>
      </w:r>
      <w:r>
        <w:rPr>
          <w:rFonts w:ascii="Tahoma" w:hAnsi="Tahoma" w:cs="Tahoma"/>
          <w:sz w:val="18"/>
          <w:szCs w:val="18"/>
          <w:lang w:val="en-US"/>
        </w:rPr>
        <w:t>n</w:t>
      </w:r>
      <w:r>
        <w:rPr>
          <w:rFonts w:ascii="Tahoma" w:hAnsi="Tahoma" w:cs="Tahoma"/>
          <w:sz w:val="18"/>
          <w:szCs w:val="18"/>
        </w:rPr>
        <w:t>=250 – число дней работы шероховального станка в год.</w:t>
      </w:r>
    </w:p>
    <w:p w14:paraId="0E80D738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2.2 </w:t>
      </w:r>
      <w:r>
        <w:rPr>
          <w:rFonts w:ascii="Tahoma" w:hAnsi="Tahoma" w:cs="Tahoma"/>
          <w:sz w:val="18"/>
          <w:szCs w:val="18"/>
          <w:lang w:val="en-US"/>
        </w:rPr>
        <w:t>t</w:t>
      </w:r>
      <w:r>
        <w:rPr>
          <w:rFonts w:ascii="Tahoma" w:hAnsi="Tahoma" w:cs="Tahoma"/>
          <w:sz w:val="18"/>
          <w:szCs w:val="18"/>
        </w:rPr>
        <w:t>=3 – среднее «чистое» время работы шероховального станка в день, час.</w:t>
      </w:r>
    </w:p>
    <w:p w14:paraId="250D155D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2.3 В</w:t>
      </w:r>
      <w:r>
        <w:rPr>
          <w:rFonts w:ascii="Tahoma" w:hAnsi="Tahoma" w:cs="Tahoma"/>
          <w:sz w:val="18"/>
          <w:szCs w:val="18"/>
          <w:vertAlign w:val="subscript"/>
        </w:rPr>
        <w:t>б</w:t>
      </w:r>
      <w:r>
        <w:rPr>
          <w:rFonts w:ascii="Tahoma" w:hAnsi="Tahoma" w:cs="Tahoma"/>
          <w:sz w:val="18"/>
          <w:szCs w:val="18"/>
        </w:rPr>
        <w:t xml:space="preserve"> – количество израсходованного бензина в год, кг. (600 для ПНСГ=1…10, 500 для ПНСГ=11…20, 400 для ПНСГ=21…30)</w:t>
      </w:r>
    </w:p>
    <w:p w14:paraId="41816237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2.4 В</w:t>
      </w:r>
      <w:r>
        <w:rPr>
          <w:rFonts w:ascii="Tahoma" w:hAnsi="Tahoma" w:cs="Tahoma"/>
          <w:sz w:val="18"/>
          <w:szCs w:val="18"/>
          <w:vertAlign w:val="subscript"/>
        </w:rPr>
        <w:t>к</w:t>
      </w:r>
      <w:r>
        <w:rPr>
          <w:rFonts w:ascii="Tahoma" w:hAnsi="Tahoma" w:cs="Tahoma"/>
          <w:sz w:val="18"/>
          <w:szCs w:val="18"/>
        </w:rPr>
        <w:t>=200 – количество израсходованного технического каучука в год, кг.</w:t>
      </w:r>
    </w:p>
    <w:p w14:paraId="39587FFF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2.5 В</w:t>
      </w:r>
      <w:r>
        <w:rPr>
          <w:rFonts w:ascii="Tahoma" w:hAnsi="Tahoma" w:cs="Tahoma"/>
          <w:sz w:val="18"/>
          <w:szCs w:val="18"/>
          <w:vertAlign w:val="subscript"/>
        </w:rPr>
        <w:t>р</w:t>
      </w:r>
      <w:r>
        <w:rPr>
          <w:rFonts w:ascii="Tahoma" w:hAnsi="Tahoma" w:cs="Tahoma"/>
          <w:sz w:val="18"/>
          <w:szCs w:val="18"/>
        </w:rPr>
        <w:t>=400 – количество израсходованной вулканизированной резины  в год, кг.</w:t>
      </w:r>
    </w:p>
    <w:p w14:paraId="02327C7B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2.6 В'=3 – количество израсходованного бензина в день, кг</w:t>
      </w:r>
    </w:p>
    <w:p w14:paraId="33FA6882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2.7 </w:t>
      </w:r>
      <w:r>
        <w:rPr>
          <w:rFonts w:ascii="Tahoma" w:hAnsi="Tahoma" w:cs="Tahoma"/>
          <w:sz w:val="18"/>
          <w:szCs w:val="18"/>
          <w:lang w:val="en-US"/>
        </w:rPr>
        <w:t>t</w:t>
      </w:r>
      <w:r>
        <w:rPr>
          <w:rFonts w:ascii="Tahoma" w:hAnsi="Tahoma" w:cs="Tahoma"/>
          <w:sz w:val="18"/>
          <w:szCs w:val="18"/>
        </w:rPr>
        <w:t>'=3 – время, затрачиваемое на приготовление, нанесение и сушку клея в день, час.</w:t>
      </w:r>
    </w:p>
    <w:p w14:paraId="45C1FFA4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2.8 </w:t>
      </w:r>
      <w:r>
        <w:rPr>
          <w:rFonts w:ascii="Tahoma" w:hAnsi="Tahoma" w:cs="Tahoma"/>
          <w:sz w:val="18"/>
          <w:szCs w:val="18"/>
          <w:lang w:val="en-US"/>
        </w:rPr>
        <w:t>t</w:t>
      </w:r>
      <w:r>
        <w:rPr>
          <w:rFonts w:ascii="Tahoma" w:hAnsi="Tahoma" w:cs="Tahoma"/>
          <w:sz w:val="18"/>
          <w:szCs w:val="18"/>
        </w:rPr>
        <w:t>''=3 – время вулканизации на одном станке в день, час.</w:t>
      </w:r>
    </w:p>
    <w:p w14:paraId="58FE1DBF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2.9 </w:t>
      </w:r>
      <w:r>
        <w:rPr>
          <w:rFonts w:ascii="Tahoma" w:hAnsi="Tahoma" w:cs="Tahoma"/>
          <w:sz w:val="18"/>
          <w:szCs w:val="18"/>
          <w:lang w:val="en-US"/>
        </w:rPr>
        <w:t>n</w:t>
      </w:r>
      <w:r>
        <w:rPr>
          <w:rFonts w:ascii="Tahoma" w:hAnsi="Tahoma" w:cs="Tahoma"/>
          <w:sz w:val="18"/>
          <w:szCs w:val="18"/>
        </w:rPr>
        <w:t>'=250 – число дней работы вулканизационного станка в год</w:t>
      </w:r>
    </w:p>
    <w:p w14:paraId="713127B0">
      <w:pPr>
        <w:ind w:firstLine="360"/>
        <w:jc w:val="both"/>
        <w:rPr>
          <w:rFonts w:ascii="Tahoma" w:hAnsi="Tahoma" w:cs="Tahoma"/>
          <w:sz w:val="18"/>
          <w:szCs w:val="18"/>
        </w:rPr>
      </w:pPr>
    </w:p>
    <w:p w14:paraId="624AF266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 Методика расчета</w:t>
      </w:r>
    </w:p>
    <w:p w14:paraId="01C950B6">
      <w:pPr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3.1 Валовые выделения пыли:</w:t>
      </w:r>
    </w:p>
    <w:p w14:paraId="76222CC8">
      <w:pPr>
        <w:ind w:firstLine="36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2"/>
          <w:sz w:val="18"/>
          <w:szCs w:val="18"/>
        </w:rPr>
        <w:object>
          <v:shape id="_x0000_i1026" o:spt="75" type="#_x0000_t75" style="height:18.75pt;width:12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13">
            <o:LockedField>false</o:LockedField>
          </o:OLEObject>
        </w:object>
      </w:r>
      <w:r>
        <w:rPr>
          <w:rFonts w:ascii="Tahoma" w:hAnsi="Tahoma" w:cs="Tahoma"/>
          <w:sz w:val="18"/>
          <w:szCs w:val="18"/>
        </w:rPr>
        <w:t>, тонн/год</w:t>
      </w:r>
    </w:p>
    <w:p w14:paraId="461F60FA">
      <w:pPr>
        <w:shd w:val="clear" w:color="auto" w:fill="FFFFFF"/>
        <w:ind w:left="360" w:hanging="36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position w:val="-10"/>
          <w:sz w:val="18"/>
          <w:szCs w:val="18"/>
        </w:rPr>
        <w:object>
          <v:shape id="_x0000_i1027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15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- удельное выделение пыли при работе единицы оборудования (табл. 1.1), г/с.</w:t>
      </w:r>
    </w:p>
    <w:p w14:paraId="37818143">
      <w:pPr>
        <w:shd w:val="clear" w:color="auto" w:fill="FFFFFF"/>
        <w:ind w:firstLine="426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Таблица 1.1</w:t>
      </w:r>
    </w:p>
    <w:p w14:paraId="062D097C">
      <w:pPr>
        <w:shd w:val="clear" w:color="auto" w:fill="FFFFFF"/>
        <w:ind w:firstLine="426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Максимально разовый выброс пыли при шероховке</w:t>
      </w:r>
    </w:p>
    <w:tbl>
      <w:tblPr>
        <w:tblStyle w:val="5"/>
        <w:tblW w:w="64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1"/>
        <w:gridCol w:w="2151"/>
        <w:gridCol w:w="2152"/>
      </w:tblGrid>
      <w:tr w14:paraId="58E1C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1" w:type="dxa"/>
          </w:tcPr>
          <w:p w14:paraId="077C6D7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операции</w:t>
            </w:r>
          </w:p>
        </w:tc>
        <w:tc>
          <w:tcPr>
            <w:tcW w:w="2151" w:type="dxa"/>
          </w:tcPr>
          <w:p w14:paraId="17B82C0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 выделяемых загрязняющих веществ</w:t>
            </w:r>
          </w:p>
        </w:tc>
        <w:tc>
          <w:tcPr>
            <w:tcW w:w="2152" w:type="dxa"/>
          </w:tcPr>
          <w:p w14:paraId="40695A7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Удельное выделение при работе единицы оборудования, г/с</w:t>
            </w:r>
          </w:p>
        </w:tc>
      </w:tr>
      <w:tr w14:paraId="26FEB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1" w:type="dxa"/>
          </w:tcPr>
          <w:p w14:paraId="5938C77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Шероховка мест повреждения камер</w:t>
            </w:r>
          </w:p>
        </w:tc>
        <w:tc>
          <w:tcPr>
            <w:tcW w:w="2151" w:type="dxa"/>
          </w:tcPr>
          <w:p w14:paraId="470E129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пыль</w:t>
            </w:r>
          </w:p>
        </w:tc>
        <w:tc>
          <w:tcPr>
            <w:tcW w:w="2152" w:type="dxa"/>
          </w:tcPr>
          <w:p w14:paraId="173350CE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0,0226</w:t>
            </w:r>
          </w:p>
        </w:tc>
      </w:tr>
    </w:tbl>
    <w:p w14:paraId="6FB253AD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45774206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3.2 Валовые выбросы бензина, углерода оксида и ангидрида сернистого определяются отдельно по формуле</w:t>
      </w:r>
    </w:p>
    <w:p w14:paraId="01161B16"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28" o:spt="75" type="#_x0000_t75" style="height:18.75pt;width:86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17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тонн/год</w:t>
      </w:r>
    </w:p>
    <w:p w14:paraId="6148C69F"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29" o:spt="75" type="#_x0000_t75" style="height:18.75pt;width:17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9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- удельное выделение загрязняющего вещества, г/кг ремонтных материалов, клея в процессе его нанесения с последующей сушкой и вулканизацией (табл. 1.2);</w:t>
      </w:r>
    </w:p>
    <w:p w14:paraId="075FBF7C">
      <w:pPr>
        <w:shd w:val="clear" w:color="auto" w:fill="FFFFFF"/>
        <w:ind w:left="426" w:hanging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>
        <w:rPr>
          <w:rFonts w:ascii="Tahoma" w:hAnsi="Tahoma" w:cs="Tahoma"/>
          <w:color w:val="000000"/>
          <w:sz w:val="18"/>
          <w:szCs w:val="18"/>
        </w:rPr>
        <w:t>В – количество израсходованных ремонтных материалов (</w:t>
      </w:r>
      <w:r>
        <w:rPr>
          <w:rFonts w:ascii="Tahoma" w:hAnsi="Tahoma" w:cs="Tahoma"/>
          <w:sz w:val="18"/>
          <w:szCs w:val="18"/>
        </w:rPr>
        <w:t>В</w:t>
      </w:r>
      <w:r>
        <w:rPr>
          <w:rFonts w:ascii="Tahoma" w:hAnsi="Tahoma" w:cs="Tahoma"/>
          <w:sz w:val="18"/>
          <w:szCs w:val="18"/>
          <w:vertAlign w:val="subscript"/>
        </w:rPr>
        <w:t>б</w:t>
      </w:r>
      <w:r>
        <w:rPr>
          <w:rFonts w:ascii="Tahoma" w:hAnsi="Tahoma" w:cs="Tahoma"/>
          <w:sz w:val="18"/>
          <w:szCs w:val="18"/>
        </w:rPr>
        <w:t>, В</w:t>
      </w:r>
      <w:r>
        <w:rPr>
          <w:rFonts w:ascii="Tahoma" w:hAnsi="Tahoma" w:cs="Tahoma"/>
          <w:sz w:val="18"/>
          <w:szCs w:val="18"/>
          <w:vertAlign w:val="subscript"/>
        </w:rPr>
        <w:t>к</w:t>
      </w:r>
      <w:r>
        <w:rPr>
          <w:rFonts w:ascii="Tahoma" w:hAnsi="Tahoma" w:cs="Tahoma"/>
          <w:sz w:val="18"/>
          <w:szCs w:val="18"/>
        </w:rPr>
        <w:t>, В</w:t>
      </w:r>
      <w:r>
        <w:rPr>
          <w:rFonts w:ascii="Tahoma" w:hAnsi="Tahoma" w:cs="Tahoma"/>
          <w:sz w:val="18"/>
          <w:szCs w:val="18"/>
          <w:vertAlign w:val="subscript"/>
        </w:rPr>
        <w:t>р</w:t>
      </w:r>
      <w:r>
        <w:rPr>
          <w:rFonts w:ascii="Tahoma" w:hAnsi="Tahoma" w:cs="Tahoma"/>
          <w:color w:val="000000"/>
          <w:sz w:val="18"/>
          <w:szCs w:val="18"/>
        </w:rPr>
        <w:t>)в год, кг.</w:t>
      </w:r>
    </w:p>
    <w:p w14:paraId="1F8738AE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588FD851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3.3 Максимально разовый выброс бензина определяется по формуле</w:t>
      </w:r>
    </w:p>
    <w:p w14:paraId="605E6232"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24"/>
          <w:sz w:val="18"/>
          <w:szCs w:val="18"/>
        </w:rPr>
        <w:object>
          <v:shape id="_x0000_i1030" o:spt="75" type="#_x0000_t75" style="height:33pt;width:59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21">
            <o:LockedField>false</o:LockedField>
          </o:OLEObject>
        </w:object>
      </w:r>
    </w:p>
    <w:p w14:paraId="4F64F4CA">
      <w:pPr>
        <w:shd w:val="clear" w:color="auto" w:fill="FFFFFF"/>
        <w:ind w:firstLine="426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 w:type="page"/>
      </w:r>
      <w:r>
        <w:rPr>
          <w:rFonts w:ascii="Tahoma" w:hAnsi="Tahoma" w:cs="Tahoma"/>
          <w:color w:val="000000"/>
          <w:sz w:val="18"/>
          <w:szCs w:val="18"/>
        </w:rPr>
        <w:t>Таблица 1.2</w:t>
      </w:r>
    </w:p>
    <w:p w14:paraId="4E4B50BF">
      <w:pPr>
        <w:shd w:val="clear" w:color="auto" w:fill="FFFFFF"/>
        <w:ind w:firstLine="426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Удельные выделения загрязняющих веществ в процессе ремонта резинотехнических изделий</w:t>
      </w:r>
    </w:p>
    <w:tbl>
      <w:tblPr>
        <w:tblStyle w:val="5"/>
        <w:tblW w:w="6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2163"/>
        <w:gridCol w:w="1620"/>
        <w:gridCol w:w="1140"/>
        <w:gridCol w:w="1211"/>
      </w:tblGrid>
      <w:tr w14:paraId="2BB1A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Merge w:val="restart"/>
            <w:vAlign w:val="center"/>
          </w:tcPr>
          <w:p w14:paraId="0180BF3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ПНСГ</w:t>
            </w:r>
          </w:p>
        </w:tc>
        <w:tc>
          <w:tcPr>
            <w:tcW w:w="2163" w:type="dxa"/>
            <w:vMerge w:val="restart"/>
            <w:vAlign w:val="center"/>
          </w:tcPr>
          <w:p w14:paraId="373B483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Операция технологического процесса</w:t>
            </w:r>
          </w:p>
        </w:tc>
        <w:tc>
          <w:tcPr>
            <w:tcW w:w="1620" w:type="dxa"/>
            <w:vMerge w:val="restart"/>
            <w:vAlign w:val="center"/>
          </w:tcPr>
          <w:p w14:paraId="74BB8BD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Применяемые вещества и материалы</w:t>
            </w:r>
          </w:p>
        </w:tc>
        <w:tc>
          <w:tcPr>
            <w:tcW w:w="2351" w:type="dxa"/>
            <w:gridSpan w:val="2"/>
            <w:vAlign w:val="center"/>
          </w:tcPr>
          <w:p w14:paraId="284D1C9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Выделяемые загрязняющие вещества</w:t>
            </w:r>
          </w:p>
        </w:tc>
      </w:tr>
      <w:tr w14:paraId="3F30B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Merge w:val="continue"/>
            <w:vAlign w:val="center"/>
          </w:tcPr>
          <w:p w14:paraId="04C562F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63" w:type="dxa"/>
            <w:vMerge w:val="continue"/>
            <w:vAlign w:val="center"/>
          </w:tcPr>
          <w:p w14:paraId="57C14D9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0258BA4D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14:paraId="79FB1CA9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211" w:type="dxa"/>
            <w:vAlign w:val="center"/>
          </w:tcPr>
          <w:p w14:paraId="77FFC393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удельное количество, г/кг (</w:t>
            </w:r>
            <w:r>
              <w:rPr>
                <w:rFonts w:ascii="Tahoma" w:hAnsi="Tahoma" w:cs="Tahoma"/>
                <w:color w:val="000000"/>
                <w:position w:val="-12"/>
                <w:sz w:val="18"/>
                <w:szCs w:val="18"/>
              </w:rPr>
              <w:object>
                <v:shape id="_x0000_i1031" o:spt="75" type="#_x0000_t75" style="height:18.75pt;width:17.25pt;" o:ole="t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0" r:id="rId23">
                  <o:LockedField>false</o:LockedField>
                </o:OLEObject>
              </w:objec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</w:tr>
      <w:tr w14:paraId="12FF1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E321EEB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1-10</w:t>
            </w:r>
          </w:p>
        </w:tc>
        <w:tc>
          <w:tcPr>
            <w:tcW w:w="2163" w:type="dxa"/>
            <w:vAlign w:val="center"/>
          </w:tcPr>
          <w:p w14:paraId="0E31754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приготовление, нанесение и сушка клея</w:t>
            </w:r>
          </w:p>
        </w:tc>
        <w:tc>
          <w:tcPr>
            <w:tcW w:w="1620" w:type="dxa"/>
            <w:vAlign w:val="center"/>
          </w:tcPr>
          <w:p w14:paraId="3C67AF3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технический каучук, бензин</w:t>
            </w:r>
          </w:p>
        </w:tc>
        <w:tc>
          <w:tcPr>
            <w:tcW w:w="1140" w:type="dxa"/>
            <w:vAlign w:val="center"/>
          </w:tcPr>
          <w:p w14:paraId="1E8CB73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бензин</w:t>
            </w:r>
          </w:p>
        </w:tc>
        <w:tc>
          <w:tcPr>
            <w:tcW w:w="1211" w:type="dxa"/>
            <w:vAlign w:val="center"/>
          </w:tcPr>
          <w:p w14:paraId="50DA83C0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900</w:t>
            </w:r>
          </w:p>
        </w:tc>
      </w:tr>
      <w:tr w14:paraId="57126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01100A3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11-20</w:t>
            </w:r>
          </w:p>
        </w:tc>
        <w:tc>
          <w:tcPr>
            <w:tcW w:w="2163" w:type="dxa"/>
            <w:vMerge w:val="restart"/>
            <w:vAlign w:val="center"/>
          </w:tcPr>
          <w:p w14:paraId="31120E07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вулканизация  камер</w:t>
            </w:r>
          </w:p>
        </w:tc>
        <w:tc>
          <w:tcPr>
            <w:tcW w:w="1620" w:type="dxa"/>
            <w:vMerge w:val="restart"/>
            <w:vAlign w:val="center"/>
          </w:tcPr>
          <w:p w14:paraId="55A7F37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вулканизированная камерная резина</w:t>
            </w:r>
          </w:p>
        </w:tc>
        <w:tc>
          <w:tcPr>
            <w:tcW w:w="1140" w:type="dxa"/>
            <w:vAlign w:val="center"/>
          </w:tcPr>
          <w:p w14:paraId="0A791B5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ангидрид сернистый</w:t>
            </w:r>
          </w:p>
        </w:tc>
        <w:tc>
          <w:tcPr>
            <w:tcW w:w="1211" w:type="dxa"/>
            <w:vAlign w:val="center"/>
          </w:tcPr>
          <w:p w14:paraId="7B22898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0,0054</w:t>
            </w:r>
          </w:p>
        </w:tc>
      </w:tr>
      <w:tr w14:paraId="52D60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5" w:type="dxa"/>
            <w:vAlign w:val="center"/>
          </w:tcPr>
          <w:p w14:paraId="42D4229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21-30</w:t>
            </w:r>
          </w:p>
        </w:tc>
        <w:tc>
          <w:tcPr>
            <w:tcW w:w="2163" w:type="dxa"/>
            <w:vMerge w:val="continue"/>
            <w:vAlign w:val="center"/>
          </w:tcPr>
          <w:p w14:paraId="409105E8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 w:val="continue"/>
            <w:vAlign w:val="center"/>
          </w:tcPr>
          <w:p w14:paraId="5867E05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40" w:type="dxa"/>
            <w:vAlign w:val="center"/>
          </w:tcPr>
          <w:p w14:paraId="339126BA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углерода оксид</w:t>
            </w:r>
          </w:p>
        </w:tc>
        <w:tc>
          <w:tcPr>
            <w:tcW w:w="1211" w:type="dxa"/>
            <w:vAlign w:val="center"/>
          </w:tcPr>
          <w:p w14:paraId="11D85FA6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0,0018</w:t>
            </w:r>
          </w:p>
        </w:tc>
      </w:tr>
    </w:tbl>
    <w:p w14:paraId="32FBF51B">
      <w:pPr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14:paraId="02492D71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0D62B3C3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3.4 Максимально разовый выброс углерода оксида и ангидрида сернистого определяется по формуле</w:t>
      </w:r>
    </w:p>
    <w:p w14:paraId="0B0E7F97"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24"/>
          <w:sz w:val="18"/>
          <w:szCs w:val="18"/>
        </w:rPr>
        <w:object>
          <v:shape id="_x0000_i1032" o:spt="75" type="#_x0000_t75" style="height:33pt;width:7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1" r:id="rId24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г/с</w:t>
      </w:r>
    </w:p>
    <w:p w14:paraId="2E073134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17F4B9EC">
      <w:pPr>
        <w:shd w:val="clear" w:color="auto" w:fill="FFFFFF"/>
        <w:ind w:firstLine="426"/>
        <w:jc w:val="both"/>
        <w:rPr>
          <w:rFonts w:ascii="Tahoma" w:hAnsi="Tahoma" w:cs="Tahoma"/>
          <w:b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Задача 2. </w:t>
      </w:r>
      <w:r>
        <w:rPr>
          <w:rFonts w:ascii="Tahoma" w:hAnsi="Tahoma" w:cs="Tahoma"/>
          <w:b/>
          <w:color w:val="000000"/>
          <w:sz w:val="18"/>
          <w:szCs w:val="18"/>
        </w:rPr>
        <w:t>Расчет выбросов загрязняющих веществ от аккумуляторного участка</w:t>
      </w:r>
    </w:p>
    <w:p w14:paraId="0BA7C608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1. Цель работы определение валовых и максимальных разовых выбросов серной кислоты, свинца и паров масла</w:t>
      </w:r>
    </w:p>
    <w:p w14:paraId="4D535DB5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 Методика расчета</w:t>
      </w:r>
    </w:p>
    <w:p w14:paraId="25119C81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2.1 Валовый выброс серной кислоты подсчитывается по формуле:</w:t>
      </w:r>
    </w:p>
    <w:p w14:paraId="350518E2"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>
        <w:rPr>
          <w:rFonts w:ascii="Tahoma" w:hAnsi="Tahoma" w:cs="Tahoma"/>
          <w:position w:val="-12"/>
          <w:sz w:val="18"/>
          <w:szCs w:val="18"/>
        </w:rPr>
        <w:object>
          <v:shape id="_x0000_i1033" o:spt="75" type="#_x0000_t75" style="height:18.75pt;width:191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3" DrawAspect="Content" ObjectID="_1468075732" r:id="rId26">
            <o:LockedField>false</o:LockedField>
          </o:OLEObject>
        </w:object>
      </w:r>
      <w:r>
        <w:rPr>
          <w:rFonts w:ascii="Tahoma" w:hAnsi="Tahoma" w:cs="Tahoma"/>
          <w:sz w:val="18"/>
          <w:szCs w:val="18"/>
        </w:rPr>
        <w:t xml:space="preserve"> , кг/год          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 w14:paraId="1D36B06A">
      <w:pPr>
        <w:shd w:val="clear" w:color="auto" w:fill="FFFFFF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i/>
          <w:color w:val="000000"/>
          <w:position w:val="-10"/>
          <w:sz w:val="18"/>
          <w:szCs w:val="18"/>
          <w:lang w:val="en-US"/>
        </w:rPr>
        <w:object>
          <v:shape id="_x0000_i103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4" DrawAspect="Content" ObjectID="_1468075733" r:id="rId28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- удельное выделение серной кислоты, принятое равным 1 мг/А.ч.   [1];</w:t>
      </w:r>
    </w:p>
    <w:p w14:paraId="1DB4A6BE">
      <w:pPr>
        <w:shd w:val="clear" w:color="auto" w:fill="FFFFFF"/>
        <w:ind w:left="426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35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5" DrawAspect="Content" ObjectID="_1468075734" r:id="rId30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- номинальная емкость каждого типа аккумуляторных батарей, имеющихся в АТП, А.ч (</w:t>
      </w:r>
      <w:r>
        <w:rPr>
          <w:rFonts w:ascii="Tahoma" w:hAnsi="Tahoma" w:cs="Tahoma"/>
          <w:position w:val="-12"/>
          <w:sz w:val="18"/>
          <w:szCs w:val="18"/>
        </w:rPr>
        <w:object>
          <v:shape id="_x0000_i1036" o:spt="75" type="#_x0000_t75" style="height:18pt;width:281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32">
            <o:LockedField>false</o:LockedField>
          </o:OLEObject>
        </w:object>
      </w:r>
      <w:r>
        <w:rPr>
          <w:rFonts w:ascii="Tahoma" w:hAnsi="Tahoma" w:cs="Tahoma"/>
          <w:sz w:val="18"/>
          <w:szCs w:val="18"/>
        </w:rPr>
        <w:t>)</w:t>
      </w:r>
    </w:p>
    <w:p w14:paraId="23A98B6A">
      <w:pPr>
        <w:shd w:val="clear" w:color="auto" w:fill="FFFFFF"/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position w:val="-12"/>
          <w:sz w:val="18"/>
          <w:szCs w:val="18"/>
        </w:rPr>
        <w:object>
          <v:shape id="_x0000_i1037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34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- количество проведенных зарядок батарей соответствующей емкости за год (по данным учета в АТП).</w:t>
      </w:r>
    </w:p>
    <w:p w14:paraId="581A27E8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Расчет максимально разового выброса серной кислоты производится исходя из условий, что мощность зарядных устройств используется с максимальной нагрузкой. При этом сначала определяется валовый выброс за сутки:</w:t>
      </w:r>
      <w:r>
        <w:rPr>
          <w:rFonts w:ascii="Tahoma" w:hAnsi="Tahoma" w:cs="Tahoma"/>
          <w:sz w:val="18"/>
          <w:szCs w:val="18"/>
        </w:rPr>
        <w:t xml:space="preserve"> </w:t>
      </w:r>
    </w:p>
    <w:p w14:paraId="6763728D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</w:t>
      </w:r>
      <w:r>
        <w:rPr>
          <w:rFonts w:ascii="Tahoma" w:hAnsi="Tahoma" w:cs="Tahoma"/>
          <w:position w:val="-14"/>
          <w:sz w:val="18"/>
          <w:szCs w:val="18"/>
        </w:rPr>
        <w:object>
          <v:shape id="_x0000_i1038" o:spt="75" type="#_x0000_t75" style="height:20.25pt;width:10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6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, кг/сутки                                   </w:t>
      </w:r>
    </w:p>
    <w:p w14:paraId="5F590988">
      <w:pPr>
        <w:shd w:val="clear" w:color="auto" w:fill="FFFFFF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sz w:val="18"/>
          <w:szCs w:val="18"/>
          <w:lang w:val="en-US"/>
        </w:rPr>
        <w:t>Q</w:t>
      </w:r>
      <w:r>
        <w:rPr>
          <w:rFonts w:ascii="Tahoma" w:hAnsi="Tahoma" w:cs="Tahoma"/>
          <w:color w:val="000000"/>
          <w:sz w:val="18"/>
          <w:szCs w:val="18"/>
        </w:rPr>
        <w:t xml:space="preserve">=60 А.ч - номинальная емкость наиболее емких аккумуляторных батарей, имеющихся в АТП; </w:t>
      </w:r>
    </w:p>
    <w:p w14:paraId="36626660">
      <w:pPr>
        <w:shd w:val="clear" w:color="auto" w:fill="FFFFFF"/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  <w:lang w:val="en-US"/>
        </w:rPr>
        <w:t>n</w:t>
      </w:r>
      <w:r>
        <w:rPr>
          <w:rFonts w:ascii="Tahoma" w:hAnsi="Tahoma" w:cs="Tahoma"/>
          <w:color w:val="000000"/>
          <w:sz w:val="18"/>
          <w:szCs w:val="18"/>
        </w:rPr>
        <w:t xml:space="preserve"> = 2 - количество вышеуказанных батарей, которые можно одновременно подсоединить к зарядному устройству.</w:t>
      </w:r>
    </w:p>
    <w:p w14:paraId="73C403E9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2.2 Максимально разовый выброс серной кислоты определяется по формуле:                      </w:t>
      </w:r>
      <w:r>
        <w:rPr>
          <w:rFonts w:ascii="Tahoma" w:hAnsi="Tahoma" w:cs="Tahoma"/>
          <w:color w:val="000000"/>
          <w:position w:val="-30"/>
          <w:sz w:val="18"/>
          <w:szCs w:val="18"/>
        </w:rPr>
        <w:object>
          <v:shape id="_x0000_i1039" o:spt="75" type="#_x0000_t75" style="height:36.75pt;width:77.2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8" r:id="rId38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 xml:space="preserve">, г/с                           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</w:p>
    <w:p w14:paraId="318C2BD5">
      <w:p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sz w:val="18"/>
          <w:szCs w:val="18"/>
          <w:lang w:val="en-US"/>
        </w:rPr>
        <w:t>m</w:t>
      </w:r>
      <w:r>
        <w:rPr>
          <w:rFonts w:ascii="Tahoma" w:hAnsi="Tahoma" w:cs="Tahoma"/>
          <w:color w:val="000000"/>
          <w:sz w:val="18"/>
          <w:szCs w:val="18"/>
          <w:vertAlign w:val="subscript"/>
          <w:lang w:val="en-US"/>
        </w:rPr>
        <w:t>z</w:t>
      </w:r>
      <w:r>
        <w:rPr>
          <w:rFonts w:ascii="Tahoma" w:hAnsi="Tahoma" w:cs="Tahoma"/>
          <w:color w:val="000000"/>
          <w:sz w:val="18"/>
          <w:szCs w:val="18"/>
        </w:rPr>
        <w:t xml:space="preserve"> - цикл проведения зарядки за день. Принимаем </w:t>
      </w:r>
      <w:r>
        <w:rPr>
          <w:rFonts w:ascii="Tahoma" w:hAnsi="Tahoma" w:cs="Tahoma"/>
          <w:color w:val="000000"/>
          <w:sz w:val="18"/>
          <w:szCs w:val="18"/>
          <w:lang w:val="en-US"/>
        </w:rPr>
        <w:t>m</w:t>
      </w:r>
      <w:r>
        <w:rPr>
          <w:rFonts w:ascii="Tahoma" w:hAnsi="Tahoma" w:cs="Tahoma"/>
          <w:color w:val="000000"/>
          <w:sz w:val="18"/>
          <w:szCs w:val="18"/>
          <w:vertAlign w:val="subscript"/>
          <w:lang w:val="en-US"/>
        </w:rPr>
        <w:t>z</w:t>
      </w:r>
      <w:r>
        <w:rPr>
          <w:rFonts w:ascii="Tahoma" w:hAnsi="Tahoma" w:cs="Tahoma"/>
          <w:color w:val="000000"/>
          <w:sz w:val="18"/>
          <w:szCs w:val="18"/>
        </w:rPr>
        <w:t xml:space="preserve"> = 10 час.</w:t>
      </w:r>
    </w:p>
    <w:p w14:paraId="300459D6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Кроме того, при разборке и сборке аккумуляторных батарей используют битумную мастику, при разогреве которой выделяется аэрозоль масла. При отливке свинцовых клемм и межэлементных соединений выделяется свинец.</w:t>
      </w:r>
    </w:p>
    <w:p w14:paraId="251171DD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2.3 Валовый выброс масляного тумана и свинца определяется по формуле:</w:t>
      </w:r>
    </w:p>
    <w:p w14:paraId="2FB9CE81"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position w:val="-12"/>
          <w:sz w:val="18"/>
          <w:szCs w:val="18"/>
        </w:rPr>
        <w:object>
          <v:shape id="_x0000_i1040" o:spt="75" type="#_x0000_t75" style="height:18.75pt;width:10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40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кг/год</w:t>
      </w:r>
    </w:p>
    <w:p w14:paraId="129DDD40">
      <w:pPr>
        <w:shd w:val="clear" w:color="auto" w:fill="FFFFFF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i/>
          <w:color w:val="000000"/>
          <w:sz w:val="18"/>
          <w:szCs w:val="18"/>
          <w:lang w:val="en-US"/>
        </w:rPr>
        <w:t>m</w:t>
      </w:r>
      <w:r>
        <w:rPr>
          <w:rFonts w:ascii="Tahoma" w:hAnsi="Tahoma" w:cs="Tahoma"/>
          <w:i/>
          <w:color w:val="000000"/>
          <w:sz w:val="18"/>
          <w:szCs w:val="18"/>
          <w:vertAlign w:val="subscript"/>
          <w:lang w:val="en-US"/>
        </w:rPr>
        <w:t>i</w:t>
      </w:r>
      <w:r>
        <w:rPr>
          <w:rFonts w:ascii="Tahoma" w:hAnsi="Tahoma" w:cs="Tahoma"/>
          <w:color w:val="000000"/>
          <w:sz w:val="18"/>
          <w:szCs w:val="18"/>
        </w:rPr>
        <w:t xml:space="preserve"> - удельный выброс </w:t>
      </w:r>
      <w:r>
        <w:rPr>
          <w:rFonts w:ascii="Tahoma" w:hAnsi="Tahoma" w:cs="Tahoma"/>
          <w:color w:val="000000"/>
          <w:sz w:val="18"/>
          <w:szCs w:val="18"/>
          <w:lang w:val="en-US"/>
        </w:rPr>
        <w:t>i</w:t>
      </w:r>
      <w:r>
        <w:rPr>
          <w:rFonts w:ascii="Tahoma" w:hAnsi="Tahoma" w:cs="Tahoma"/>
          <w:color w:val="000000"/>
          <w:sz w:val="18"/>
          <w:szCs w:val="18"/>
        </w:rPr>
        <w:t>-го вещества на единицу площади зеркала тигля, г/см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2</w:t>
      </w:r>
      <w:r>
        <w:rPr>
          <w:rFonts w:ascii="Tahoma" w:hAnsi="Tahoma" w:cs="Tahoma"/>
          <w:color w:val="000000"/>
          <w:sz w:val="18"/>
          <w:szCs w:val="18"/>
        </w:rPr>
        <w:t xml:space="preserve"> (табл. 2.1);</w:t>
      </w:r>
    </w:p>
    <w:p w14:paraId="29A76CCA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val="en-US"/>
        </w:rPr>
        <w:t>n</w:t>
      </w:r>
      <w:r>
        <w:rPr>
          <w:rFonts w:ascii="Tahoma" w:hAnsi="Tahoma" w:cs="Tahoma"/>
          <w:color w:val="000000"/>
          <w:sz w:val="18"/>
          <w:szCs w:val="18"/>
        </w:rPr>
        <w:t xml:space="preserve"> = 10 - количество разогревов тигля в год;</w:t>
      </w:r>
    </w:p>
    <w:p w14:paraId="506F5869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i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iCs/>
          <w:color w:val="000000"/>
          <w:sz w:val="18"/>
          <w:szCs w:val="18"/>
          <w:lang w:val="en-US"/>
        </w:rPr>
        <w:t>S</w:t>
      </w:r>
      <w:r>
        <w:rPr>
          <w:rFonts w:ascii="Tahoma" w:hAnsi="Tahoma" w:cs="Tahoma"/>
          <w:iCs/>
          <w:color w:val="000000"/>
          <w:sz w:val="18"/>
          <w:szCs w:val="18"/>
        </w:rPr>
        <w:t xml:space="preserve"> = 0,25 - </w:t>
      </w:r>
      <w:r>
        <w:rPr>
          <w:rFonts w:ascii="Tahoma" w:hAnsi="Tahoma" w:cs="Tahoma"/>
          <w:i/>
          <w:i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</w:rPr>
        <w:t>площадь зеркала тигля, в котором плавится свинец (битумная мастика), 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2</w:t>
      </w:r>
      <w:r>
        <w:rPr>
          <w:rFonts w:ascii="Tahoma" w:hAnsi="Tahoma" w:cs="Tahoma"/>
          <w:color w:val="000000"/>
          <w:sz w:val="18"/>
          <w:szCs w:val="18"/>
        </w:rPr>
        <w:t>;</w:t>
      </w:r>
    </w:p>
    <w:p w14:paraId="7F88224A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 </w:t>
      </w:r>
      <w:r>
        <w:rPr>
          <w:rFonts w:ascii="Tahoma" w:hAnsi="Tahoma" w:cs="Tahoma"/>
          <w:color w:val="000000"/>
          <w:sz w:val="18"/>
          <w:szCs w:val="18"/>
          <w:lang w:val="en-US"/>
        </w:rPr>
        <w:t>t</w:t>
      </w:r>
      <w:r>
        <w:rPr>
          <w:rFonts w:ascii="Tahoma" w:hAnsi="Tahoma" w:cs="Tahoma"/>
          <w:color w:val="000000"/>
          <w:sz w:val="18"/>
          <w:szCs w:val="18"/>
        </w:rPr>
        <w:t xml:space="preserve"> = 0,5 ч - время нахождения свинца (мастики) в расплавленном виде в тигле при одном разогреве.</w:t>
      </w:r>
    </w:p>
    <w:p w14:paraId="77C1DCC9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2.4 Максимально разовый выброс свинца и масла рассчитывают по формуле:</w:t>
      </w:r>
    </w:p>
    <w:p w14:paraId="5FDA5F7A"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position w:val="-12"/>
          <w:sz w:val="18"/>
          <w:szCs w:val="18"/>
        </w:rPr>
        <w:object>
          <v:shape id="_x0000_i1041" o:spt="75" type="#_x0000_t75" style="height:18.75pt;width:56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42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 , г/с</w:t>
      </w:r>
    </w:p>
    <w:p w14:paraId="0D6227AB">
      <w:pPr>
        <w:shd w:val="clear" w:color="auto" w:fill="FFFFFF"/>
        <w:ind w:firstLine="426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 w:type="page"/>
      </w:r>
      <w:r>
        <w:rPr>
          <w:rFonts w:ascii="Tahoma" w:hAnsi="Tahoma" w:cs="Tahoma"/>
          <w:color w:val="000000"/>
          <w:sz w:val="18"/>
          <w:szCs w:val="18"/>
        </w:rPr>
        <w:t>Таблица 2.1</w:t>
      </w:r>
    </w:p>
    <w:p w14:paraId="519F74E3"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Удельные показатели </w:t>
      </w:r>
      <w:r>
        <w:rPr>
          <w:rFonts w:ascii="Tahoma" w:hAnsi="Tahoma" w:cs="Tahoma"/>
          <w:i/>
          <w:color w:val="000000"/>
          <w:sz w:val="18"/>
          <w:szCs w:val="18"/>
          <w:lang w:val="en-US"/>
        </w:rPr>
        <w:t>m</w:t>
      </w:r>
      <w:r>
        <w:rPr>
          <w:rFonts w:ascii="Tahoma" w:hAnsi="Tahoma" w:cs="Tahoma"/>
          <w:i/>
          <w:color w:val="000000"/>
          <w:sz w:val="18"/>
          <w:szCs w:val="18"/>
          <w:vertAlign w:val="subscript"/>
          <w:lang w:val="en-US"/>
        </w:rPr>
        <w:t>i</w:t>
      </w:r>
      <w:r>
        <w:rPr>
          <w:rFonts w:ascii="Tahoma" w:hAnsi="Tahoma" w:cs="Tahoma"/>
          <w:color w:val="000000"/>
          <w:sz w:val="18"/>
          <w:szCs w:val="18"/>
        </w:rPr>
        <w:t xml:space="preserve"> выделения загрязняющих веществ при ремонте аккумуляторных батарей (на единицу площади зеркала тигля, г/с.м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2</w:t>
      </w:r>
      <w:r>
        <w:rPr>
          <w:rFonts w:ascii="Tahoma" w:hAnsi="Tahoma" w:cs="Tahoma"/>
          <w:color w:val="000000"/>
          <w:sz w:val="18"/>
          <w:szCs w:val="18"/>
        </w:rPr>
        <w:t>)</w:t>
      </w:r>
    </w:p>
    <w:tbl>
      <w:tblPr>
        <w:tblStyle w:val="5"/>
        <w:tblW w:w="5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540"/>
        <w:gridCol w:w="1440"/>
        <w:gridCol w:w="1080"/>
        <w:gridCol w:w="900"/>
        <w:gridCol w:w="900"/>
        <w:gridCol w:w="900"/>
      </w:tblGrid>
      <w:tr w14:paraId="09296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725" w:hRule="exact"/>
          <w:jc w:val="center"/>
        </w:trPr>
        <w:tc>
          <w:tcPr>
            <w:tcW w:w="540" w:type="dxa"/>
            <w:vMerge w:val="restart"/>
            <w:shd w:val="clear" w:color="auto" w:fill="FFFFFF"/>
          </w:tcPr>
          <w:p w14:paraId="0C82C72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ПНСГ</w:t>
            </w: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14:paraId="3E95CBF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Наименование технологического процесса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14:paraId="6B256E7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Применяемые материалы</w:t>
            </w:r>
          </w:p>
        </w:tc>
        <w:tc>
          <w:tcPr>
            <w:tcW w:w="900" w:type="dxa"/>
            <w:vMerge w:val="restart"/>
            <w:shd w:val="clear" w:color="auto" w:fill="FFFFFF"/>
            <w:vAlign w:val="center"/>
          </w:tcPr>
          <w:p w14:paraId="66C37442">
            <w:pPr>
              <w:shd w:val="clear" w:color="auto" w:fill="FFFFFF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Температура,</w:t>
            </w:r>
          </w:p>
          <w:p w14:paraId="04BF469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°С</w:t>
            </w:r>
          </w:p>
        </w:tc>
        <w:tc>
          <w:tcPr>
            <w:tcW w:w="1800" w:type="dxa"/>
            <w:gridSpan w:val="2"/>
            <w:shd w:val="clear" w:color="auto" w:fill="FFFFFF"/>
          </w:tcPr>
          <w:p w14:paraId="3568E4E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Выделяемое </w:t>
            </w:r>
          </w:p>
          <w:p w14:paraId="18C911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загрязняющее</w:t>
            </w:r>
          </w:p>
          <w:p w14:paraId="7BD64E5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вещество</w:t>
            </w:r>
          </w:p>
        </w:tc>
      </w:tr>
      <w:tr w14:paraId="3C9E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385" w:hRule="exact"/>
          <w:jc w:val="center"/>
        </w:trPr>
        <w:tc>
          <w:tcPr>
            <w:tcW w:w="540" w:type="dxa"/>
            <w:vMerge w:val="continue"/>
          </w:tcPr>
          <w:p w14:paraId="0F3F79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40" w:type="dxa"/>
            <w:vMerge w:val="continue"/>
            <w:vAlign w:val="center"/>
          </w:tcPr>
          <w:p w14:paraId="22E1FE3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0" w:type="dxa"/>
            <w:vMerge w:val="continue"/>
            <w:vAlign w:val="center"/>
          </w:tcPr>
          <w:p w14:paraId="72C7F2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0" w:type="dxa"/>
            <w:vMerge w:val="continue"/>
            <w:vAlign w:val="center"/>
          </w:tcPr>
          <w:p w14:paraId="7ACF698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FFFFF"/>
          </w:tcPr>
          <w:p w14:paraId="695A537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  <w:p w14:paraId="4470B79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47E8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FFFFF"/>
          </w:tcPr>
          <w:p w14:paraId="6B179C2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Удельные количества, г/с.м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14:paraId="5F66D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1282" w:hRule="exact"/>
          <w:jc w:val="center"/>
        </w:trPr>
        <w:tc>
          <w:tcPr>
            <w:tcW w:w="540" w:type="dxa"/>
            <w:shd w:val="clear" w:color="auto" w:fill="FFFFFF"/>
          </w:tcPr>
          <w:p w14:paraId="37344EF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1-13</w:t>
            </w:r>
          </w:p>
        </w:tc>
        <w:tc>
          <w:tcPr>
            <w:tcW w:w="1440" w:type="dxa"/>
            <w:shd w:val="clear" w:color="auto" w:fill="FFFFFF"/>
          </w:tcPr>
          <w:p w14:paraId="2920B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Восстановление, отливка межэлементных перемычек и клеммных выводов</w:t>
            </w:r>
          </w:p>
        </w:tc>
        <w:tc>
          <w:tcPr>
            <w:tcW w:w="1080" w:type="dxa"/>
            <w:shd w:val="clear" w:color="auto" w:fill="FFFFFF"/>
          </w:tcPr>
          <w:p w14:paraId="586764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Расплав </w:t>
            </w:r>
          </w:p>
          <w:p w14:paraId="533BAE0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свинца</w:t>
            </w:r>
          </w:p>
        </w:tc>
        <w:tc>
          <w:tcPr>
            <w:tcW w:w="900" w:type="dxa"/>
            <w:shd w:val="clear" w:color="auto" w:fill="FFFFFF"/>
          </w:tcPr>
          <w:p w14:paraId="2906EA6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300-500</w:t>
            </w:r>
          </w:p>
        </w:tc>
        <w:tc>
          <w:tcPr>
            <w:tcW w:w="900" w:type="dxa"/>
            <w:shd w:val="clear" w:color="auto" w:fill="FFFFFF"/>
          </w:tcPr>
          <w:p w14:paraId="76301C6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свинец</w:t>
            </w:r>
          </w:p>
        </w:tc>
        <w:tc>
          <w:tcPr>
            <w:tcW w:w="900" w:type="dxa"/>
            <w:shd w:val="clear" w:color="auto" w:fill="FFFFFF"/>
          </w:tcPr>
          <w:p w14:paraId="4D2970E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0,0013</w:t>
            </w:r>
          </w:p>
        </w:tc>
      </w:tr>
      <w:tr w14:paraId="016AB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trHeight w:val="1413" w:hRule="exact"/>
          <w:jc w:val="center"/>
        </w:trPr>
        <w:tc>
          <w:tcPr>
            <w:tcW w:w="540" w:type="dxa"/>
            <w:shd w:val="clear" w:color="auto" w:fill="FFFFFF"/>
          </w:tcPr>
          <w:p w14:paraId="29D856D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14-25</w:t>
            </w:r>
          </w:p>
        </w:tc>
        <w:tc>
          <w:tcPr>
            <w:tcW w:w="1440" w:type="dxa"/>
            <w:shd w:val="clear" w:color="auto" w:fill="FFFFFF"/>
          </w:tcPr>
          <w:p w14:paraId="67BA89A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Приготовление битумной мастики для ремонта корпусов аккумуляторов</w:t>
            </w:r>
          </w:p>
        </w:tc>
        <w:tc>
          <w:tcPr>
            <w:tcW w:w="1080" w:type="dxa"/>
            <w:shd w:val="clear" w:color="auto" w:fill="FFFFFF"/>
          </w:tcPr>
          <w:p w14:paraId="571840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Расплав </w:t>
            </w:r>
          </w:p>
          <w:p w14:paraId="4B5911C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мастики</w:t>
            </w:r>
          </w:p>
        </w:tc>
        <w:tc>
          <w:tcPr>
            <w:tcW w:w="900" w:type="dxa"/>
            <w:shd w:val="clear" w:color="auto" w:fill="FFFFFF"/>
          </w:tcPr>
          <w:p w14:paraId="35DB338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100-150</w:t>
            </w:r>
          </w:p>
        </w:tc>
        <w:tc>
          <w:tcPr>
            <w:tcW w:w="900" w:type="dxa"/>
            <w:shd w:val="clear" w:color="auto" w:fill="FFFFFF"/>
          </w:tcPr>
          <w:p w14:paraId="6B991B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масло минеральное нефтяное (масляный туман)</w:t>
            </w:r>
          </w:p>
        </w:tc>
        <w:tc>
          <w:tcPr>
            <w:tcW w:w="900" w:type="dxa"/>
            <w:shd w:val="clear" w:color="auto" w:fill="FFFFFF"/>
          </w:tcPr>
          <w:p w14:paraId="47F356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0,003</w:t>
            </w:r>
          </w:p>
        </w:tc>
      </w:tr>
    </w:tbl>
    <w:p w14:paraId="5B117389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70A19853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712AF27B">
      <w:pPr>
        <w:shd w:val="clear" w:color="auto" w:fill="FFFFFF"/>
        <w:ind w:firstLine="426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Задача 3. </w:t>
      </w:r>
      <w:r>
        <w:rPr>
          <w:rFonts w:ascii="Tahoma" w:hAnsi="Tahoma" w:cs="Tahoma"/>
          <w:b/>
          <w:color w:val="000000"/>
          <w:sz w:val="18"/>
          <w:szCs w:val="18"/>
        </w:rPr>
        <w:t xml:space="preserve">Расчет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 xml:space="preserve">выбросов загрязняющих </w:t>
      </w:r>
      <w:r>
        <w:rPr>
          <w:rFonts w:ascii="Tahoma" w:hAnsi="Tahoma" w:cs="Tahoma"/>
          <w:b/>
          <w:color w:val="000000"/>
          <w:sz w:val="18"/>
          <w:szCs w:val="18"/>
        </w:rPr>
        <w:t xml:space="preserve">веществ от </w:t>
      </w:r>
      <w:r>
        <w:rPr>
          <w:rFonts w:ascii="Tahoma" w:hAnsi="Tahoma" w:cs="Tahoma"/>
          <w:b/>
          <w:bCs/>
          <w:color w:val="000000"/>
          <w:sz w:val="18"/>
          <w:szCs w:val="18"/>
        </w:rPr>
        <w:t>сварки и резки металлов</w:t>
      </w:r>
    </w:p>
    <w:p w14:paraId="2A70FABD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 Цель работы: определение валовых и разовых выбросов при сварке и резке металлов</w:t>
      </w:r>
    </w:p>
    <w:p w14:paraId="2A68F58A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 Исходные данные</w:t>
      </w:r>
    </w:p>
    <w:p w14:paraId="3D9706F7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 1. Масса расходуемых электродов в год:</w:t>
      </w:r>
    </w:p>
    <w:p w14:paraId="120E7D0B">
      <w:pPr>
        <w:numPr>
          <w:ilvl w:val="0"/>
          <w:numId w:val="4"/>
        </w:num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№ ЗК </w:t>
      </w:r>
      <w:r>
        <w:rPr>
          <w:rFonts w:ascii="Tahoma" w:hAnsi="Tahoma" w:cs="Tahoma"/>
          <w:sz w:val="18"/>
          <w:szCs w:val="18"/>
        </w:rPr>
        <w:sym w:font="Symbol" w:char="F03E"/>
      </w:r>
      <w:r>
        <w:rPr>
          <w:rFonts w:ascii="Tahoma" w:hAnsi="Tahoma" w:cs="Tahoma"/>
          <w:sz w:val="18"/>
          <w:szCs w:val="18"/>
        </w:rPr>
        <w:t xml:space="preserve"> 50    В = 50№ ЗК кг/год;</w:t>
      </w:r>
    </w:p>
    <w:p w14:paraId="05727918">
      <w:pPr>
        <w:numPr>
          <w:ilvl w:val="0"/>
          <w:numId w:val="4"/>
        </w:num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№ ЗК </w:t>
      </w:r>
      <w:r>
        <w:rPr>
          <w:rFonts w:ascii="Tahoma" w:hAnsi="Tahoma" w:cs="Tahoma"/>
          <w:sz w:val="18"/>
          <w:szCs w:val="18"/>
        </w:rPr>
        <w:sym w:font="Symbol" w:char="F03C"/>
      </w:r>
      <w:r>
        <w:rPr>
          <w:rFonts w:ascii="Tahoma" w:hAnsi="Tahoma" w:cs="Tahoma"/>
          <w:sz w:val="18"/>
          <w:szCs w:val="18"/>
        </w:rPr>
        <w:t>50     В = 1000+5№ ЗК кг/год.</w:t>
      </w:r>
    </w:p>
    <w:p w14:paraId="2FF1DF4A">
      <w:pPr>
        <w:shd w:val="clear" w:color="auto" w:fill="FFFFFF"/>
        <w:ind w:left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2. 2. Количество дней работы участка в году:</w:t>
      </w:r>
    </w:p>
    <w:p w14:paraId="622D6F72">
      <w:pPr>
        <w:numPr>
          <w:ilvl w:val="0"/>
          <w:numId w:val="5"/>
        </w:num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№ ЗК </w:t>
      </w:r>
      <w:r>
        <w:rPr>
          <w:rFonts w:ascii="Tahoma" w:hAnsi="Tahoma" w:cs="Tahoma"/>
          <w:sz w:val="18"/>
          <w:szCs w:val="18"/>
        </w:rPr>
        <w:sym w:font="Symbol" w:char="F03E"/>
      </w:r>
      <w:r>
        <w:rPr>
          <w:rFonts w:ascii="Tahoma" w:hAnsi="Tahoma" w:cs="Tahoma"/>
          <w:sz w:val="18"/>
          <w:szCs w:val="18"/>
        </w:rPr>
        <w:t xml:space="preserve"> 50     - 150 дней</w:t>
      </w:r>
    </w:p>
    <w:p w14:paraId="3632F7E3">
      <w:pPr>
        <w:numPr>
          <w:ilvl w:val="0"/>
          <w:numId w:val="5"/>
        </w:numPr>
        <w:shd w:val="clear" w:color="auto" w:fill="FFFFFF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для № ЗК </w:t>
      </w:r>
      <w:r>
        <w:rPr>
          <w:rFonts w:ascii="Tahoma" w:hAnsi="Tahoma" w:cs="Tahoma"/>
          <w:sz w:val="18"/>
          <w:szCs w:val="18"/>
        </w:rPr>
        <w:sym w:font="Symbol" w:char="F03C"/>
      </w:r>
      <w:r>
        <w:rPr>
          <w:rFonts w:ascii="Tahoma" w:hAnsi="Tahoma" w:cs="Tahoma"/>
          <w:sz w:val="18"/>
          <w:szCs w:val="18"/>
        </w:rPr>
        <w:t xml:space="preserve">50      - 100 дней </w:t>
      </w:r>
    </w:p>
    <w:p w14:paraId="47EA5A7A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 Методика расчета</w:t>
      </w:r>
    </w:p>
    <w:p w14:paraId="45328545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3.1 Валовый  выброс  загрязняющих веществ при  ручной  электродуговой  сварке определяется по формуле:</w:t>
      </w:r>
    </w:p>
    <w:p w14:paraId="386B3084">
      <w:pPr>
        <w:shd w:val="clear" w:color="auto" w:fill="FFFFFF"/>
        <w:tabs>
          <w:tab w:val="left" w:pos="5911"/>
        </w:tabs>
        <w:ind w:firstLine="426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42" o:spt="75" type="#_x0000_t75" style="height:18.75pt;width:86.2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44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кг/год</w:t>
      </w:r>
    </w:p>
    <w:p w14:paraId="0F5DD8E3">
      <w:pPr>
        <w:shd w:val="clear" w:color="auto" w:fill="FFFFFF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sz w:val="18"/>
          <w:szCs w:val="18"/>
          <w:lang w:val="en-US"/>
        </w:rPr>
        <w:t>gi</w:t>
      </w:r>
      <w:r>
        <w:rPr>
          <w:rFonts w:ascii="Tahoma" w:hAnsi="Tahoma" w:cs="Tahoma"/>
          <w:color w:val="000000"/>
          <w:sz w:val="18"/>
          <w:szCs w:val="18"/>
        </w:rPr>
        <w:t>- удельный показатель выделяемого загрязняющего вещества в г/кг сварочного материала (табл.3.1)</w:t>
      </w:r>
    </w:p>
    <w:p w14:paraId="71EA73E5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- масса расходуемых за год электродов, кг.</w:t>
      </w:r>
    </w:p>
    <w:p w14:paraId="0126EC7B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 газовой сварке стали ацетилено-кислородным пламенем выделяются оксиды азота в количестве 22 г на 1 кг ацетилена.</w:t>
      </w:r>
    </w:p>
    <w:p w14:paraId="1EF0017D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 газовой сварке стали с использованием пропан-бутановой смеси выделяются оксиды азота в количестве 15 г на 1 кг смеси. Расчет валового выброса загрязняющих веществ при газовой сварке ведется по той же формуле, что и для электродуговой сварки, только вместо массы расходуемых электродов берется масса расходуемого газа.</w:t>
      </w:r>
    </w:p>
    <w:p w14:paraId="273FBCB7">
      <w:pPr>
        <w:shd w:val="clear" w:color="auto" w:fill="FFFFFF"/>
        <w:ind w:firstLine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3.2 Максимально разовый выброс при электродуговой сварке определяется по формуле:</w:t>
      </w:r>
    </w:p>
    <w:p w14:paraId="5482B3FC">
      <w:pPr>
        <w:shd w:val="clear" w:color="auto" w:fill="FFFFFF"/>
        <w:tabs>
          <w:tab w:val="left" w:pos="5342"/>
        </w:tabs>
        <w:ind w:firstLine="425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position w:val="-24"/>
          <w:sz w:val="18"/>
          <w:szCs w:val="18"/>
        </w:rPr>
        <w:object>
          <v:shape id="_x0000_i1043" o:spt="75" type="#_x0000_t75" style="height:33pt;width:59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46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г/с</w:t>
      </w:r>
    </w:p>
    <w:p w14:paraId="672556D4">
      <w:pPr>
        <w:shd w:val="clear" w:color="auto" w:fill="FFFFFF"/>
        <w:ind w:left="425" w:hanging="42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где </w:t>
      </w:r>
      <w:r>
        <w:rPr>
          <w:rFonts w:ascii="Tahoma" w:hAnsi="Tahoma" w:cs="Tahoma"/>
          <w:color w:val="000000"/>
          <w:sz w:val="18"/>
          <w:szCs w:val="18"/>
          <w:lang w:val="en-US"/>
        </w:rPr>
        <w:t>b</w:t>
      </w:r>
      <w:r>
        <w:rPr>
          <w:rFonts w:ascii="Tahoma" w:hAnsi="Tahoma" w:cs="Tahoma"/>
          <w:color w:val="000000"/>
          <w:sz w:val="18"/>
          <w:szCs w:val="18"/>
        </w:rPr>
        <w:t>=10 кг - максимальное количество электродов (газа), расходуемого в течение рабочего дня, кг (м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3</w:t>
      </w:r>
      <w:r>
        <w:rPr>
          <w:rFonts w:ascii="Tahoma" w:hAnsi="Tahoma" w:cs="Tahoma"/>
          <w:color w:val="000000"/>
          <w:sz w:val="18"/>
          <w:szCs w:val="18"/>
        </w:rPr>
        <w:t>);</w:t>
      </w:r>
    </w:p>
    <w:p w14:paraId="3A720676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color w:val="000000"/>
          <w:sz w:val="18"/>
          <w:szCs w:val="18"/>
          <w:lang w:val="en-US"/>
        </w:rPr>
        <w:t>t</w:t>
      </w:r>
      <w:r>
        <w:rPr>
          <w:rFonts w:ascii="Tahoma" w:hAnsi="Tahoma" w:cs="Tahoma"/>
          <w:color w:val="000000"/>
          <w:sz w:val="18"/>
          <w:szCs w:val="18"/>
        </w:rPr>
        <w:t xml:space="preserve"> =4 - время, затрачиваемое на сварку в течение рабочего дня, час.</w:t>
      </w:r>
    </w:p>
    <w:p w14:paraId="50D021D4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Для определения количества загрязняющих веществ, выделяющихся при резке металла, используются удельные показатели (г/час), приведенные в табл</w:t>
      </w:r>
      <w:r>
        <w:rPr>
          <w:rFonts w:ascii="Tahoma" w:hAnsi="Tahoma" w:cs="Tahoma"/>
          <w:sz w:val="18"/>
          <w:szCs w:val="18"/>
        </w:rPr>
        <w:t>.1.2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10F487E8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3.3 Валовый выброс при газовой резке определяют по формуле (расчет производится для одного загрязняющего вещества, выбираемого студентом самостоятельно из табл. 1.1):</w:t>
      </w:r>
    </w:p>
    <w:p w14:paraId="506483C3">
      <w:pPr>
        <w:shd w:val="clear" w:color="auto" w:fill="FFFFFF"/>
        <w:ind w:firstLine="426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position w:val="-14"/>
          <w:sz w:val="18"/>
          <w:szCs w:val="18"/>
        </w:rPr>
        <w:object>
          <v:shape id="_x0000_i1044" o:spt="75" type="#_x0000_t75" style="height:20.25pt;width:92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4" DrawAspect="Content" ObjectID="_1468075743" r:id="rId48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кг/год</w:t>
      </w:r>
    </w:p>
    <w:p w14:paraId="4C432764">
      <w:pPr>
        <w:shd w:val="clear" w:color="auto" w:fill="FFFFFF"/>
        <w:ind w:left="360" w:hanging="36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где </w:t>
      </w:r>
      <w:r>
        <w:rPr>
          <w:rFonts w:ascii="Tahoma" w:hAnsi="Tahoma" w:cs="Tahoma"/>
          <w:color w:val="000000"/>
          <w:position w:val="-12"/>
          <w:sz w:val="18"/>
          <w:szCs w:val="18"/>
        </w:rPr>
        <w:object>
          <v:shape id="_x0000_i1045" o:spt="75" type="#_x0000_t75" style="height:18.75pt;width:17.2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5" DrawAspect="Content" ObjectID="_1468075744" r:id="rId50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 xml:space="preserve">-удельный выброс загрязняющих веществ в г/час (см.табл. 3.2). Загрязняющие вещества суммируются; </w:t>
      </w:r>
    </w:p>
    <w:p w14:paraId="6759EA45">
      <w:pPr>
        <w:shd w:val="clear" w:color="auto" w:fill="FFFFFF"/>
        <w:ind w:left="36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  <w:lang w:val="en-US"/>
        </w:rPr>
        <w:t>t</w:t>
      </w:r>
      <w:r>
        <w:rPr>
          <w:rFonts w:ascii="Tahoma" w:hAnsi="Tahoma" w:cs="Tahoma"/>
          <w:color w:val="000000"/>
          <w:sz w:val="18"/>
          <w:szCs w:val="18"/>
          <w:vertAlign w:val="subscript"/>
          <w:lang w:val="en-US"/>
        </w:rPr>
        <w:t>p</w:t>
      </w:r>
      <w:r>
        <w:rPr>
          <w:rFonts w:ascii="Tahoma" w:hAnsi="Tahoma" w:cs="Tahoma"/>
          <w:color w:val="000000"/>
          <w:sz w:val="18"/>
          <w:szCs w:val="18"/>
        </w:rPr>
        <w:t xml:space="preserve"> =3 - "чистое" время газовой резки металла в день, (час) </w:t>
      </w:r>
    </w:p>
    <w:p w14:paraId="2C3B905C">
      <w:pPr>
        <w:shd w:val="clear" w:color="auto" w:fill="FFFFFF"/>
        <w:ind w:firstLine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  <w:lang w:val="en-US"/>
        </w:rPr>
        <w:t>n</w:t>
      </w:r>
      <w:r>
        <w:rPr>
          <w:rFonts w:ascii="Tahoma" w:hAnsi="Tahoma" w:cs="Tahoma"/>
          <w:color w:val="000000"/>
          <w:sz w:val="18"/>
          <w:szCs w:val="18"/>
        </w:rPr>
        <w:t>- количество дней работы участка в году (см.исходные данные).</w:t>
      </w:r>
    </w:p>
    <w:p w14:paraId="2C9AE1B1">
      <w:pPr>
        <w:shd w:val="clear" w:color="auto" w:fill="FFFFFF"/>
        <w:ind w:firstLine="426"/>
        <w:jc w:val="right"/>
        <w:rPr>
          <w:rFonts w:ascii="Tahoma" w:hAnsi="Tahoma" w:cs="Tahoma"/>
          <w:color w:val="000000"/>
          <w:sz w:val="18"/>
          <w:szCs w:val="18"/>
        </w:rPr>
      </w:pPr>
    </w:p>
    <w:p w14:paraId="61F3E85A">
      <w:pPr>
        <w:shd w:val="clear" w:color="auto" w:fill="FFFFFF"/>
        <w:ind w:firstLine="426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 w:type="page"/>
      </w:r>
      <w:r>
        <w:rPr>
          <w:rFonts w:ascii="Tahoma" w:hAnsi="Tahoma" w:cs="Tahoma"/>
          <w:color w:val="000000"/>
          <w:sz w:val="18"/>
          <w:szCs w:val="18"/>
        </w:rPr>
        <w:t>Таблица 3.1</w:t>
      </w:r>
    </w:p>
    <w:p w14:paraId="22EBAAB1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Удельные выделения загрязняющих веществ при электросварке (</w:t>
      </w:r>
      <w:r>
        <w:rPr>
          <w:rFonts w:ascii="Tahoma" w:hAnsi="Tahoma" w:cs="Tahoma"/>
          <w:color w:val="000000"/>
          <w:sz w:val="18"/>
          <w:szCs w:val="18"/>
          <w:lang w:val="en-US"/>
        </w:rPr>
        <w:t>g</w:t>
      </w:r>
      <w:r>
        <w:rPr>
          <w:rFonts w:ascii="Tahoma" w:hAnsi="Tahoma" w:cs="Tahoma"/>
          <w:color w:val="000000"/>
          <w:sz w:val="18"/>
          <w:szCs w:val="18"/>
          <w:vertAlign w:val="subscript"/>
          <w:lang w:val="en-US"/>
        </w:rPr>
        <w:t>j</w:t>
      </w:r>
      <w:r>
        <w:rPr>
          <w:rFonts w:ascii="Tahoma" w:hAnsi="Tahoma" w:cs="Tahoma"/>
          <w:color w:val="000000"/>
          <w:sz w:val="18"/>
          <w:szCs w:val="18"/>
          <w:vertAlign w:val="superscript"/>
          <w:lang w:val="en-US"/>
        </w:rPr>
        <w:t>c</w:t>
      </w:r>
      <w:r>
        <w:rPr>
          <w:rFonts w:ascii="Tahoma" w:hAnsi="Tahoma" w:cs="Tahoma"/>
          <w:color w:val="000000"/>
          <w:sz w:val="18"/>
          <w:szCs w:val="18"/>
        </w:rPr>
        <w:t>) кг (м</w:t>
      </w:r>
      <w:r>
        <w:rPr>
          <w:rFonts w:ascii="Tahoma" w:hAnsi="Tahoma" w:cs="Tahoma"/>
          <w:color w:val="000000"/>
          <w:sz w:val="18"/>
          <w:szCs w:val="18"/>
          <w:vertAlign w:val="superscript"/>
        </w:rPr>
        <w:t>3</w:t>
      </w:r>
      <w:r>
        <w:rPr>
          <w:rFonts w:ascii="Tahoma" w:hAnsi="Tahoma" w:cs="Tahoma"/>
          <w:color w:val="000000"/>
          <w:sz w:val="18"/>
          <w:szCs w:val="18"/>
        </w:rPr>
        <w:t>);</w:t>
      </w:r>
    </w:p>
    <w:tbl>
      <w:tblPr>
        <w:tblStyle w:val="5"/>
        <w:tblW w:w="63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134"/>
        <w:gridCol w:w="666"/>
        <w:gridCol w:w="681"/>
        <w:gridCol w:w="681"/>
        <w:gridCol w:w="681"/>
        <w:gridCol w:w="681"/>
        <w:gridCol w:w="681"/>
        <w:gridCol w:w="681"/>
      </w:tblGrid>
      <w:tr w14:paraId="6C224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restart"/>
          </w:tcPr>
          <w:p w14:paraId="7189672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ПНСГ</w:t>
            </w:r>
          </w:p>
        </w:tc>
        <w:tc>
          <w:tcPr>
            <w:tcW w:w="1134" w:type="dxa"/>
          </w:tcPr>
          <w:p w14:paraId="09A9DCB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Марка электродов</w:t>
            </w:r>
          </w:p>
        </w:tc>
        <w:tc>
          <w:tcPr>
            <w:tcW w:w="4752" w:type="dxa"/>
            <w:gridSpan w:val="7"/>
          </w:tcPr>
          <w:p w14:paraId="5D2FC34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Количество выделяющихся загрязняющих веществ (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g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bscript"/>
                <w:lang w:val="en-US"/>
              </w:rPr>
              <w:t>j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perscript"/>
                <w:lang w:val="en-US"/>
              </w:rPr>
              <w:t>c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) в г/кг израсходованных электродов</w:t>
            </w:r>
          </w:p>
        </w:tc>
      </w:tr>
      <w:tr w14:paraId="2C6A6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vMerge w:val="continue"/>
          </w:tcPr>
          <w:p w14:paraId="43338C8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BA6AB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09" w:type="dxa"/>
            <w:gridSpan w:val="4"/>
          </w:tcPr>
          <w:p w14:paraId="5134A3B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Твердые частицы сварочного</w:t>
            </w:r>
          </w:p>
          <w:p w14:paraId="40B1ADC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аэрозоля</w:t>
            </w:r>
          </w:p>
        </w:tc>
        <w:tc>
          <w:tcPr>
            <w:tcW w:w="2043" w:type="dxa"/>
            <w:gridSpan w:val="3"/>
          </w:tcPr>
          <w:p w14:paraId="7EC48A73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Газообразные вещества</w:t>
            </w:r>
          </w:p>
        </w:tc>
      </w:tr>
      <w:tr w14:paraId="37368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468" w:type="dxa"/>
            <w:vMerge w:val="continue"/>
          </w:tcPr>
          <w:p w14:paraId="7B10A0EB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B0A482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66" w:type="dxa"/>
            <w:textDirection w:val="btLr"/>
          </w:tcPr>
          <w:p w14:paraId="014C93D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Общее количество твердых частиц (пыли)</w:t>
            </w:r>
          </w:p>
        </w:tc>
        <w:tc>
          <w:tcPr>
            <w:tcW w:w="681" w:type="dxa"/>
            <w:textDirection w:val="btLr"/>
          </w:tcPr>
          <w:p w14:paraId="02FA252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Марганец и его оксиды</w:t>
            </w:r>
          </w:p>
        </w:tc>
        <w:tc>
          <w:tcPr>
            <w:tcW w:w="681" w:type="dxa"/>
            <w:textDirection w:val="btLr"/>
          </w:tcPr>
          <w:p w14:paraId="3D6E50F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Оксиды хрома</w:t>
            </w:r>
          </w:p>
        </w:tc>
        <w:tc>
          <w:tcPr>
            <w:tcW w:w="681" w:type="dxa"/>
            <w:textDirection w:val="btLr"/>
          </w:tcPr>
          <w:p w14:paraId="3D661982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Фториды</w:t>
            </w:r>
          </w:p>
        </w:tc>
        <w:tc>
          <w:tcPr>
            <w:tcW w:w="681" w:type="dxa"/>
            <w:textDirection w:val="btLr"/>
          </w:tcPr>
          <w:p w14:paraId="46ACB7E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Фтористый водород</w:t>
            </w:r>
          </w:p>
        </w:tc>
        <w:tc>
          <w:tcPr>
            <w:tcW w:w="681" w:type="dxa"/>
            <w:textDirection w:val="btLr"/>
          </w:tcPr>
          <w:p w14:paraId="1BEF3EA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Оксиды   азота</w:t>
            </w:r>
          </w:p>
        </w:tc>
        <w:tc>
          <w:tcPr>
            <w:tcW w:w="681" w:type="dxa"/>
            <w:textDirection w:val="btLr"/>
          </w:tcPr>
          <w:p w14:paraId="110F0B2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 углерода</w:t>
            </w:r>
          </w:p>
        </w:tc>
      </w:tr>
      <w:tr w14:paraId="19723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5A8A5D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496FDAC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666" w:type="dxa"/>
          </w:tcPr>
          <w:p w14:paraId="6F08175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681" w:type="dxa"/>
          </w:tcPr>
          <w:p w14:paraId="07CA61C3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681" w:type="dxa"/>
          </w:tcPr>
          <w:p w14:paraId="4AEEB10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681" w:type="dxa"/>
          </w:tcPr>
          <w:p w14:paraId="5CD436D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681" w:type="dxa"/>
          </w:tcPr>
          <w:p w14:paraId="07AE964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681" w:type="dxa"/>
          </w:tcPr>
          <w:p w14:paraId="2D466547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681" w:type="dxa"/>
          </w:tcPr>
          <w:p w14:paraId="4A41F41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</w:tr>
      <w:tr w14:paraId="7FDD0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9F00FFE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1-2</w:t>
            </w:r>
          </w:p>
        </w:tc>
        <w:tc>
          <w:tcPr>
            <w:tcW w:w="1134" w:type="dxa"/>
          </w:tcPr>
          <w:p w14:paraId="4091E2E7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УОНИ-13/45</w:t>
            </w:r>
          </w:p>
        </w:tc>
        <w:tc>
          <w:tcPr>
            <w:tcW w:w="666" w:type="dxa"/>
          </w:tcPr>
          <w:p w14:paraId="7B75C1D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681" w:type="dxa"/>
          </w:tcPr>
          <w:p w14:paraId="62BB56D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0,90</w:t>
            </w:r>
          </w:p>
        </w:tc>
        <w:tc>
          <w:tcPr>
            <w:tcW w:w="681" w:type="dxa"/>
          </w:tcPr>
          <w:p w14:paraId="7D8ED61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1,40</w:t>
            </w:r>
          </w:p>
        </w:tc>
        <w:tc>
          <w:tcPr>
            <w:tcW w:w="681" w:type="dxa"/>
          </w:tcPr>
          <w:p w14:paraId="23B7AFC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3,45</w:t>
            </w:r>
          </w:p>
        </w:tc>
        <w:tc>
          <w:tcPr>
            <w:tcW w:w="681" w:type="dxa"/>
          </w:tcPr>
          <w:p w14:paraId="2361CC1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0,75</w:t>
            </w:r>
          </w:p>
        </w:tc>
        <w:tc>
          <w:tcPr>
            <w:tcW w:w="681" w:type="dxa"/>
          </w:tcPr>
          <w:p w14:paraId="68CB4A0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681" w:type="dxa"/>
          </w:tcPr>
          <w:p w14:paraId="4BA30EA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13,3</w:t>
            </w:r>
          </w:p>
        </w:tc>
      </w:tr>
      <w:tr w14:paraId="6CC59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6410EE0D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3-4</w:t>
            </w:r>
          </w:p>
        </w:tc>
        <w:tc>
          <w:tcPr>
            <w:tcW w:w="1134" w:type="dxa"/>
          </w:tcPr>
          <w:p w14:paraId="6DC58073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УОНИ-13/55</w:t>
            </w:r>
          </w:p>
        </w:tc>
        <w:tc>
          <w:tcPr>
            <w:tcW w:w="666" w:type="dxa"/>
          </w:tcPr>
          <w:p w14:paraId="2427ED8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681" w:type="dxa"/>
          </w:tcPr>
          <w:p w14:paraId="143BC762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681" w:type="dxa"/>
          </w:tcPr>
          <w:p w14:paraId="47177B5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681" w:type="dxa"/>
          </w:tcPr>
          <w:p w14:paraId="758DFCF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681" w:type="dxa"/>
          </w:tcPr>
          <w:p w14:paraId="0839EF7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0AFB35A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681" w:type="dxa"/>
          </w:tcPr>
          <w:p w14:paraId="553DD8B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13,3</w:t>
            </w:r>
          </w:p>
        </w:tc>
      </w:tr>
      <w:tr w14:paraId="4AED5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0758FF5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5-7</w:t>
            </w:r>
          </w:p>
        </w:tc>
        <w:tc>
          <w:tcPr>
            <w:tcW w:w="1134" w:type="dxa"/>
          </w:tcPr>
          <w:p w14:paraId="7E835FCB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УОНИ-13/65</w:t>
            </w:r>
          </w:p>
        </w:tc>
        <w:tc>
          <w:tcPr>
            <w:tcW w:w="666" w:type="dxa"/>
          </w:tcPr>
          <w:p w14:paraId="73FF6CB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681" w:type="dxa"/>
          </w:tcPr>
          <w:p w14:paraId="5DC79FAE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1,41</w:t>
            </w:r>
          </w:p>
        </w:tc>
        <w:tc>
          <w:tcPr>
            <w:tcW w:w="681" w:type="dxa"/>
          </w:tcPr>
          <w:p w14:paraId="186C9DB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0,80</w:t>
            </w:r>
          </w:p>
        </w:tc>
        <w:tc>
          <w:tcPr>
            <w:tcW w:w="681" w:type="dxa"/>
          </w:tcPr>
          <w:p w14:paraId="2F90CA37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0,80</w:t>
            </w:r>
          </w:p>
        </w:tc>
        <w:tc>
          <w:tcPr>
            <w:tcW w:w="681" w:type="dxa"/>
          </w:tcPr>
          <w:p w14:paraId="35B73A4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1,16</w:t>
            </w:r>
          </w:p>
        </w:tc>
        <w:tc>
          <w:tcPr>
            <w:tcW w:w="681" w:type="dxa"/>
          </w:tcPr>
          <w:p w14:paraId="1ECD903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1998504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 w14:paraId="7EB5B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8FA454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8-10</w:t>
            </w:r>
          </w:p>
        </w:tc>
        <w:tc>
          <w:tcPr>
            <w:tcW w:w="1134" w:type="dxa"/>
          </w:tcPr>
          <w:p w14:paraId="1553BBD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УОНИ-13/80</w:t>
            </w:r>
          </w:p>
        </w:tc>
        <w:tc>
          <w:tcPr>
            <w:tcW w:w="666" w:type="dxa"/>
          </w:tcPr>
          <w:p w14:paraId="1AC3E53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11,2</w:t>
            </w:r>
          </w:p>
        </w:tc>
        <w:tc>
          <w:tcPr>
            <w:tcW w:w="681" w:type="dxa"/>
          </w:tcPr>
          <w:p w14:paraId="21CECA4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0,78</w:t>
            </w:r>
          </w:p>
        </w:tc>
        <w:tc>
          <w:tcPr>
            <w:tcW w:w="681" w:type="dxa"/>
          </w:tcPr>
          <w:p w14:paraId="3C1FB0A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681" w:type="dxa"/>
          </w:tcPr>
          <w:p w14:paraId="4959856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681" w:type="dxa"/>
          </w:tcPr>
          <w:p w14:paraId="3F64317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1,14</w:t>
            </w:r>
          </w:p>
        </w:tc>
        <w:tc>
          <w:tcPr>
            <w:tcW w:w="681" w:type="dxa"/>
          </w:tcPr>
          <w:p w14:paraId="6D84C70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55549307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 w14:paraId="0DFC8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111704A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11-14</w:t>
            </w:r>
          </w:p>
        </w:tc>
        <w:tc>
          <w:tcPr>
            <w:tcW w:w="1134" w:type="dxa"/>
          </w:tcPr>
          <w:p w14:paraId="1407907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УОНИ-13/85</w:t>
            </w:r>
          </w:p>
        </w:tc>
        <w:tc>
          <w:tcPr>
            <w:tcW w:w="666" w:type="dxa"/>
          </w:tcPr>
          <w:p w14:paraId="6183F0E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12,1</w:t>
            </w:r>
          </w:p>
        </w:tc>
        <w:tc>
          <w:tcPr>
            <w:tcW w:w="681" w:type="dxa"/>
          </w:tcPr>
          <w:p w14:paraId="01BD725E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0,69</w:t>
            </w:r>
          </w:p>
        </w:tc>
        <w:tc>
          <w:tcPr>
            <w:tcW w:w="681" w:type="dxa"/>
          </w:tcPr>
          <w:p w14:paraId="23E8E6B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681" w:type="dxa"/>
          </w:tcPr>
          <w:p w14:paraId="57E12FE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681" w:type="dxa"/>
          </w:tcPr>
          <w:p w14:paraId="61C856E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681" w:type="dxa"/>
          </w:tcPr>
          <w:p w14:paraId="09C194A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077B619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 w14:paraId="3CC0B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4491AD03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15-17</w:t>
            </w:r>
          </w:p>
        </w:tc>
        <w:tc>
          <w:tcPr>
            <w:tcW w:w="1134" w:type="dxa"/>
          </w:tcPr>
          <w:p w14:paraId="0984957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АНО-1</w:t>
            </w:r>
          </w:p>
        </w:tc>
        <w:tc>
          <w:tcPr>
            <w:tcW w:w="666" w:type="dxa"/>
          </w:tcPr>
          <w:p w14:paraId="6DCE041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681" w:type="dxa"/>
          </w:tcPr>
          <w:p w14:paraId="66CC7EC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0,43</w:t>
            </w:r>
          </w:p>
        </w:tc>
        <w:tc>
          <w:tcPr>
            <w:tcW w:w="681" w:type="dxa"/>
          </w:tcPr>
          <w:p w14:paraId="795E04BB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43E2A90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313A3C83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2,13</w:t>
            </w:r>
          </w:p>
        </w:tc>
        <w:tc>
          <w:tcPr>
            <w:tcW w:w="681" w:type="dxa"/>
          </w:tcPr>
          <w:p w14:paraId="4F7C2C4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7CA1B483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 w14:paraId="2FA65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6F778613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18-19</w:t>
            </w:r>
          </w:p>
        </w:tc>
        <w:tc>
          <w:tcPr>
            <w:tcW w:w="1134" w:type="dxa"/>
          </w:tcPr>
          <w:p w14:paraId="13203D6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АНО-3</w:t>
            </w:r>
          </w:p>
        </w:tc>
        <w:tc>
          <w:tcPr>
            <w:tcW w:w="666" w:type="dxa"/>
          </w:tcPr>
          <w:p w14:paraId="489FF18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681" w:type="dxa"/>
          </w:tcPr>
          <w:p w14:paraId="66BD890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2,20</w:t>
            </w:r>
          </w:p>
        </w:tc>
        <w:tc>
          <w:tcPr>
            <w:tcW w:w="681" w:type="dxa"/>
          </w:tcPr>
          <w:p w14:paraId="1111C68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1063519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1AA3500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42E267E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37C69A4D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 w14:paraId="4B538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6953D27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20-21</w:t>
            </w:r>
          </w:p>
        </w:tc>
        <w:tc>
          <w:tcPr>
            <w:tcW w:w="1134" w:type="dxa"/>
          </w:tcPr>
          <w:p w14:paraId="496596CE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АНО-4</w:t>
            </w:r>
          </w:p>
        </w:tc>
        <w:tc>
          <w:tcPr>
            <w:tcW w:w="666" w:type="dxa"/>
          </w:tcPr>
          <w:p w14:paraId="68424792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681" w:type="dxa"/>
          </w:tcPr>
          <w:p w14:paraId="70573CF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681" w:type="dxa"/>
          </w:tcPr>
          <w:p w14:paraId="041F13D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0,41</w:t>
            </w:r>
          </w:p>
        </w:tc>
        <w:tc>
          <w:tcPr>
            <w:tcW w:w="681" w:type="dxa"/>
          </w:tcPr>
          <w:p w14:paraId="6D9A728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2F20ECF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171FACCE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5CFB40A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 w14:paraId="406FD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32891FC7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22-23</w:t>
            </w:r>
          </w:p>
        </w:tc>
        <w:tc>
          <w:tcPr>
            <w:tcW w:w="1134" w:type="dxa"/>
          </w:tcPr>
          <w:p w14:paraId="5292CC82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АНО-5</w:t>
            </w:r>
          </w:p>
        </w:tc>
        <w:tc>
          <w:tcPr>
            <w:tcW w:w="666" w:type="dxa"/>
          </w:tcPr>
          <w:p w14:paraId="6EAEECB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10,7</w:t>
            </w:r>
          </w:p>
        </w:tc>
        <w:tc>
          <w:tcPr>
            <w:tcW w:w="681" w:type="dxa"/>
          </w:tcPr>
          <w:p w14:paraId="2EA57CC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1,44</w:t>
            </w:r>
          </w:p>
        </w:tc>
        <w:tc>
          <w:tcPr>
            <w:tcW w:w="681" w:type="dxa"/>
          </w:tcPr>
          <w:p w14:paraId="5C9AD23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41625F7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33D8B96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40D6DD9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439E1F5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  <w:tr w14:paraId="28B4C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 w14:paraId="6A5C246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24-25</w:t>
            </w:r>
          </w:p>
        </w:tc>
        <w:tc>
          <w:tcPr>
            <w:tcW w:w="1134" w:type="dxa"/>
          </w:tcPr>
          <w:p w14:paraId="176E1F4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АНО-6</w:t>
            </w:r>
          </w:p>
        </w:tc>
        <w:tc>
          <w:tcPr>
            <w:tcW w:w="666" w:type="dxa"/>
          </w:tcPr>
          <w:p w14:paraId="6596C2ED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681" w:type="dxa"/>
          </w:tcPr>
          <w:p w14:paraId="1B6DAA4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1,54</w:t>
            </w:r>
          </w:p>
        </w:tc>
        <w:tc>
          <w:tcPr>
            <w:tcW w:w="681" w:type="dxa"/>
          </w:tcPr>
          <w:p w14:paraId="5D1B5C9D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6AB916E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15B437F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293B6127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681" w:type="dxa"/>
          </w:tcPr>
          <w:p w14:paraId="63D0617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</w:tr>
    </w:tbl>
    <w:p w14:paraId="2D95A47F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Примечание:</w:t>
      </w:r>
    </w:p>
    <w:p w14:paraId="16822D52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1). В таблице приведены усредненные данные по основным показателям, которые в зависимости от толщины электродов и режимов сварки могут корректироваться.</w:t>
      </w:r>
    </w:p>
    <w:p w14:paraId="5BC78C8A">
      <w:pPr>
        <w:shd w:val="clear" w:color="auto" w:fill="FFFFFF"/>
        <w:ind w:firstLine="426"/>
        <w:jc w:val="right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Таблица 3.2</w:t>
      </w:r>
    </w:p>
    <w:p w14:paraId="4919B0C0">
      <w:pPr>
        <w:shd w:val="clear" w:color="auto" w:fill="FFFFFF"/>
        <w:ind w:firstLine="426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Удельный выброс загрязняющих веществ, выделяющихся при резке металла.</w:t>
      </w:r>
    </w:p>
    <w:tbl>
      <w:tblPr>
        <w:tblStyle w:val="5"/>
        <w:tblW w:w="63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247"/>
        <w:gridCol w:w="831"/>
        <w:gridCol w:w="831"/>
        <w:gridCol w:w="691"/>
        <w:gridCol w:w="720"/>
        <w:gridCol w:w="720"/>
        <w:gridCol w:w="765"/>
      </w:tblGrid>
      <w:tr w14:paraId="3DFCA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restart"/>
          </w:tcPr>
          <w:p w14:paraId="2801AF4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ПНСГ</w:t>
            </w:r>
          </w:p>
        </w:tc>
        <w:tc>
          <w:tcPr>
            <w:tcW w:w="1247" w:type="dxa"/>
            <w:vMerge w:val="restart"/>
          </w:tcPr>
          <w:p w14:paraId="1CF16C3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Вид разрезаемого металла</w:t>
            </w:r>
          </w:p>
        </w:tc>
        <w:tc>
          <w:tcPr>
            <w:tcW w:w="831" w:type="dxa"/>
            <w:vMerge w:val="restart"/>
          </w:tcPr>
          <w:p w14:paraId="54E4DA2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Толщина разрезаемых листов, мм</w:t>
            </w:r>
          </w:p>
        </w:tc>
        <w:tc>
          <w:tcPr>
            <w:tcW w:w="3727" w:type="dxa"/>
            <w:gridSpan w:val="5"/>
          </w:tcPr>
          <w:p w14:paraId="3A7F21AB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Выделение загрязняющих веществ(</w:t>
            </w:r>
            <w:r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g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bscript"/>
                <w:lang w:val="en-US"/>
              </w:rPr>
              <w:t>j</w:t>
            </w:r>
            <w:r>
              <w:rPr>
                <w:rFonts w:ascii="Tahoma" w:hAnsi="Tahoma" w:cs="Tahoma"/>
                <w:color w:val="000000"/>
                <w:sz w:val="16"/>
                <w:szCs w:val="16"/>
                <w:vertAlign w:val="superscript"/>
                <w:lang w:val="en-US"/>
              </w:rPr>
              <w:t>c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) в г/час</w:t>
            </w:r>
          </w:p>
        </w:tc>
      </w:tr>
      <w:tr w14:paraId="6CDE6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vMerge w:val="continue"/>
          </w:tcPr>
          <w:p w14:paraId="120E49B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vMerge w:val="continue"/>
          </w:tcPr>
          <w:p w14:paraId="157D95B7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  <w:vMerge w:val="continue"/>
          </w:tcPr>
          <w:p w14:paraId="64EFC97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</w:tcPr>
          <w:p w14:paraId="0CCDA44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Сварочный аэрозоль, г/час</w:t>
            </w:r>
          </w:p>
        </w:tc>
        <w:tc>
          <w:tcPr>
            <w:tcW w:w="691" w:type="dxa"/>
          </w:tcPr>
          <w:p w14:paraId="72E0EAB2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Окислы марганца</w:t>
            </w:r>
          </w:p>
        </w:tc>
        <w:tc>
          <w:tcPr>
            <w:tcW w:w="720" w:type="dxa"/>
          </w:tcPr>
          <w:p w14:paraId="0DFF9B86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Окислы хрома</w:t>
            </w:r>
          </w:p>
        </w:tc>
        <w:tc>
          <w:tcPr>
            <w:tcW w:w="720" w:type="dxa"/>
          </w:tcPr>
          <w:p w14:paraId="3ABC4E3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 углерода</w:t>
            </w:r>
          </w:p>
        </w:tc>
        <w:tc>
          <w:tcPr>
            <w:tcW w:w="765" w:type="dxa"/>
          </w:tcPr>
          <w:p w14:paraId="4943DD6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Оксиды азота</w:t>
            </w:r>
          </w:p>
        </w:tc>
      </w:tr>
      <w:tr w14:paraId="3DE93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40" w:type="dxa"/>
          </w:tcPr>
          <w:p w14:paraId="6A49108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1-7</w:t>
            </w:r>
          </w:p>
        </w:tc>
        <w:tc>
          <w:tcPr>
            <w:tcW w:w="1247" w:type="dxa"/>
            <w:vMerge w:val="restart"/>
          </w:tcPr>
          <w:p w14:paraId="3D06679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Сталь углеродистая низколегированная</w:t>
            </w:r>
          </w:p>
        </w:tc>
        <w:tc>
          <w:tcPr>
            <w:tcW w:w="831" w:type="dxa"/>
          </w:tcPr>
          <w:p w14:paraId="08BEE2E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831" w:type="dxa"/>
          </w:tcPr>
          <w:p w14:paraId="08EC963E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74,0</w:t>
            </w:r>
          </w:p>
        </w:tc>
        <w:tc>
          <w:tcPr>
            <w:tcW w:w="691" w:type="dxa"/>
          </w:tcPr>
          <w:p w14:paraId="1280A55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2,31</w:t>
            </w:r>
          </w:p>
        </w:tc>
        <w:tc>
          <w:tcPr>
            <w:tcW w:w="720" w:type="dxa"/>
          </w:tcPr>
          <w:p w14:paraId="398A3AFD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 w14:paraId="2363DD2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765" w:type="dxa"/>
          </w:tcPr>
          <w:p w14:paraId="4184544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39,0</w:t>
            </w:r>
          </w:p>
        </w:tc>
      </w:tr>
      <w:tr w14:paraId="43C60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40" w:type="dxa"/>
          </w:tcPr>
          <w:p w14:paraId="06306A67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8-15</w:t>
            </w:r>
          </w:p>
        </w:tc>
        <w:tc>
          <w:tcPr>
            <w:tcW w:w="1247" w:type="dxa"/>
            <w:vMerge w:val="continue"/>
          </w:tcPr>
          <w:p w14:paraId="3D12092B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</w:tcPr>
          <w:p w14:paraId="10E349C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31" w:type="dxa"/>
          </w:tcPr>
          <w:p w14:paraId="619AF46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131,0</w:t>
            </w:r>
          </w:p>
        </w:tc>
        <w:tc>
          <w:tcPr>
            <w:tcW w:w="691" w:type="dxa"/>
          </w:tcPr>
          <w:p w14:paraId="0DB6409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3,79</w:t>
            </w:r>
          </w:p>
        </w:tc>
        <w:tc>
          <w:tcPr>
            <w:tcW w:w="720" w:type="dxa"/>
          </w:tcPr>
          <w:p w14:paraId="3903AA44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 w14:paraId="1A427025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64,3</w:t>
            </w:r>
          </w:p>
        </w:tc>
        <w:tc>
          <w:tcPr>
            <w:tcW w:w="765" w:type="dxa"/>
          </w:tcPr>
          <w:p w14:paraId="6E222BC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64,1</w:t>
            </w:r>
          </w:p>
        </w:tc>
      </w:tr>
      <w:tr w14:paraId="72897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40" w:type="dxa"/>
          </w:tcPr>
          <w:p w14:paraId="275360B3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16-23</w:t>
            </w:r>
          </w:p>
        </w:tc>
        <w:tc>
          <w:tcPr>
            <w:tcW w:w="1247" w:type="dxa"/>
            <w:vMerge w:val="restart"/>
          </w:tcPr>
          <w:p w14:paraId="31DC647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Сталь качественная, легированная</w:t>
            </w:r>
          </w:p>
        </w:tc>
        <w:tc>
          <w:tcPr>
            <w:tcW w:w="831" w:type="dxa"/>
          </w:tcPr>
          <w:p w14:paraId="5D1C1D9F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831" w:type="dxa"/>
          </w:tcPr>
          <w:p w14:paraId="7983C1A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691" w:type="dxa"/>
          </w:tcPr>
          <w:p w14:paraId="07875D6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 w14:paraId="455CF99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3,96</w:t>
            </w:r>
          </w:p>
        </w:tc>
        <w:tc>
          <w:tcPr>
            <w:tcW w:w="720" w:type="dxa"/>
          </w:tcPr>
          <w:p w14:paraId="6EF18FC0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42,9</w:t>
            </w:r>
          </w:p>
        </w:tc>
        <w:tc>
          <w:tcPr>
            <w:tcW w:w="765" w:type="dxa"/>
          </w:tcPr>
          <w:p w14:paraId="7CF4D26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33,6</w:t>
            </w:r>
          </w:p>
        </w:tc>
      </w:tr>
      <w:tr w14:paraId="569E2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540" w:type="dxa"/>
          </w:tcPr>
          <w:p w14:paraId="3A81D601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24-30</w:t>
            </w:r>
          </w:p>
        </w:tc>
        <w:tc>
          <w:tcPr>
            <w:tcW w:w="1247" w:type="dxa"/>
            <w:vMerge w:val="continue"/>
          </w:tcPr>
          <w:p w14:paraId="5A45E64D">
            <w:pPr>
              <w:ind w:left="-113" w:right="-113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31" w:type="dxa"/>
          </w:tcPr>
          <w:p w14:paraId="0E37C5F2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31" w:type="dxa"/>
          </w:tcPr>
          <w:p w14:paraId="56ABEF98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145,5</w:t>
            </w:r>
          </w:p>
        </w:tc>
        <w:tc>
          <w:tcPr>
            <w:tcW w:w="691" w:type="dxa"/>
          </w:tcPr>
          <w:p w14:paraId="78E1C329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 w14:paraId="3F5495A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6,68</w:t>
            </w:r>
          </w:p>
        </w:tc>
        <w:tc>
          <w:tcPr>
            <w:tcW w:w="720" w:type="dxa"/>
          </w:tcPr>
          <w:p w14:paraId="38306B4A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55,2</w:t>
            </w:r>
          </w:p>
        </w:tc>
        <w:tc>
          <w:tcPr>
            <w:tcW w:w="765" w:type="dxa"/>
          </w:tcPr>
          <w:p w14:paraId="11A6DC5C">
            <w:pPr>
              <w:ind w:left="-113" w:right="-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43,4</w:t>
            </w:r>
          </w:p>
        </w:tc>
      </w:tr>
    </w:tbl>
    <w:p w14:paraId="54785770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0E9AF651">
      <w:pPr>
        <w:shd w:val="clear" w:color="auto" w:fill="FFFFFF"/>
        <w:ind w:firstLine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3.4 Максимально разовый выброс при газовой резке определяется по формуле:</w:t>
      </w:r>
    </w:p>
    <w:p w14:paraId="3E1EFC41">
      <w:pPr>
        <w:shd w:val="clear" w:color="auto" w:fill="FFFFFF"/>
        <w:tabs>
          <w:tab w:val="left" w:pos="5584"/>
        </w:tabs>
        <w:ind w:firstLine="426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position w:val="-24"/>
          <w:sz w:val="18"/>
          <w:szCs w:val="18"/>
        </w:rPr>
        <w:object>
          <v:shape id="_x0000_i1046" o:spt="75" type="#_x0000_t75" style="height:33pt;width:50.2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5" r:id="rId52">
            <o:LockedField>false</o:LockedField>
          </o:OLEObject>
        </w:object>
      </w:r>
      <w:r>
        <w:rPr>
          <w:rFonts w:ascii="Tahoma" w:hAnsi="Tahoma" w:cs="Tahoma"/>
          <w:color w:val="000000"/>
          <w:sz w:val="18"/>
          <w:szCs w:val="18"/>
        </w:rPr>
        <w:t>, г/с</w:t>
      </w:r>
    </w:p>
    <w:p w14:paraId="5D91F76A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Для подсчета общих валовых и максимально разовых выбросов от сварочного участка выбросы одинаковых загрязняющих веществ суммируются.</w:t>
      </w:r>
    </w:p>
    <w:p w14:paraId="0910A612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1E9DDAD3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001321EE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1C5FC84D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497BF6A6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2274ACE1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2AB4CB4B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040DCC11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1C88B0D3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44C69EF4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492ABA59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058B91EB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0CC20AE5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08ACAB3D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618B5053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72FC7B4D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5777EBE6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4FC9BC74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Литература:</w:t>
      </w:r>
    </w:p>
    <w:p w14:paraId="0259F912">
      <w:pPr>
        <w:shd w:val="clear" w:color="auto" w:fill="FFFFFF"/>
        <w:ind w:firstLine="426"/>
        <w:jc w:val="both"/>
        <w:rPr>
          <w:rFonts w:ascii="Tahoma" w:hAnsi="Tahoma" w:cs="Tahoma"/>
          <w:color w:val="000000"/>
          <w:sz w:val="18"/>
          <w:szCs w:val="18"/>
        </w:rPr>
      </w:pPr>
    </w:p>
    <w:p w14:paraId="688B4BE2"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Луканин В.Н., Трофименко Ю.В. Промышленно-транспортная экология.- М.: Высшая школа, 2001.</w:t>
      </w:r>
      <w:r>
        <w:rPr>
          <w:rFonts w:ascii="Tahoma" w:hAnsi="Tahoma" w:cs="Tahoma"/>
          <w:sz w:val="18"/>
          <w:szCs w:val="18"/>
          <w:lang w:val="en-US"/>
        </w:rPr>
        <w:t xml:space="preserve"> </w:t>
      </w:r>
      <w:r>
        <w:rPr>
          <w:rFonts w:ascii="Tahoma" w:hAnsi="Tahoma" w:cs="Tahoma"/>
          <w:sz w:val="18"/>
          <w:szCs w:val="18"/>
        </w:rPr>
        <w:t>- 273 с.</w:t>
      </w:r>
    </w:p>
    <w:p w14:paraId="05A15BF8"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Сарбаев В.И. и др.Техническое обслуживание и ремонт автомобилей: механизация и экологическая безопасность производственных процессов. - Ростов-на-Дону: Феникс, 2004. - 448 с.</w:t>
      </w:r>
    </w:p>
    <w:p w14:paraId="55F73304"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Экологическая безопасность при эксплуатации и ремонте автомобилей. – Ростов-на-Дону: Феникс , 2004. - 373 с.</w:t>
      </w:r>
    </w:p>
    <w:p w14:paraId="3E3EF2F7"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Попова Е.Н. Экология транспорта. – М.: Высшая школа, 2006. - 273 с.</w:t>
      </w:r>
    </w:p>
    <w:p w14:paraId="5899A3CC">
      <w:pPr>
        <w:numPr>
          <w:ilvl w:val="0"/>
          <w:numId w:val="6"/>
        </w:numPr>
        <w:shd w:val="clear" w:color="auto" w:fill="FFFFFF"/>
        <w:tabs>
          <w:tab w:val="left" w:pos="540"/>
          <w:tab w:val="clear" w:pos="720"/>
        </w:tabs>
        <w:ind w:left="54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Болбас М.М. Транспорт и окружающая среда. – Минск: УП «Технопринт», 2003. – 262 с.</w:t>
      </w:r>
    </w:p>
    <w:sectPr>
      <w:footerReference r:id="rId9" w:type="default"/>
      <w:footerReference r:id="rId10" w:type="even"/>
      <w:pgSz w:w="11909" w:h="16834"/>
      <w:pgMar w:top="1418" w:right="4820" w:bottom="6350" w:left="851" w:header="851" w:footer="5812" w:gutter="0"/>
      <w:pgNumType w:start="2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72FF86">
    <w:pPr>
      <w:pStyle w:val="9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 w14:paraId="5855048F"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057920">
    <w:pPr>
      <w:pStyle w:val="9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E14E971">
    <w:pPr>
      <w:pStyle w:val="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6F2395">
    <w:pPr>
      <w:pStyle w:val="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9CA92A">
    <w:pPr>
      <w:pStyle w:val="9"/>
      <w:jc w:val="right"/>
    </w:pPr>
  </w:p>
  <w:p w14:paraId="7DBEABBD">
    <w:pPr>
      <w:pStyle w:val="9"/>
      <w:ind w:right="360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9B676">
    <w:pPr>
      <w:pStyle w:val="9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7830C21">
    <w:pPr>
      <w:pStyle w:val="9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65E6B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560347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072FE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FF5705"/>
    <w:multiLevelType w:val="multilevel"/>
    <w:tmpl w:val="00FF5705"/>
    <w:lvl w:ilvl="0" w:tentative="0">
      <w:start w:val="1"/>
      <w:numFmt w:val="bullet"/>
      <w:lvlText w:val="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hint="default" w:ascii="Wingdings" w:hAnsi="Wingdings"/>
      </w:rPr>
    </w:lvl>
  </w:abstractNum>
  <w:abstractNum w:abstractNumId="1">
    <w:nsid w:val="01D62BB6"/>
    <w:multiLevelType w:val="multilevel"/>
    <w:tmpl w:val="01D62B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cs="Times New Roman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5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6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7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8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</w:abstractNum>
  <w:abstractNum w:abstractNumId="2">
    <w:nsid w:val="3C885B7C"/>
    <w:multiLevelType w:val="multilevel"/>
    <w:tmpl w:val="3C885B7C"/>
    <w:lvl w:ilvl="0" w:tentative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0"/>
      <w:numFmt w:val="decimal"/>
      <w:lvlText w:val="%1.%2"/>
      <w:lvlJc w:val="left"/>
      <w:pPr>
        <w:tabs>
          <w:tab w:val="left" w:pos="720"/>
        </w:tabs>
        <w:ind w:left="720" w:hanging="360"/>
      </w:pPr>
      <w:rPr>
        <w:rFonts w:hint="default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40"/>
        </w:tabs>
        <w:ind w:left="1440" w:hanging="720"/>
      </w:pPr>
      <w:rPr>
        <w:rFonts w:hint="default" w:cs="Times New Roman"/>
      </w:rPr>
    </w:lvl>
    <w:lvl w:ilvl="3" w:tentative="0">
      <w:start w:val="1"/>
      <w:numFmt w:val="decimal"/>
      <w:lvlText w:val="%1.%2.%3.%4"/>
      <w:lvlJc w:val="left"/>
      <w:pPr>
        <w:tabs>
          <w:tab w:val="left" w:pos="1800"/>
        </w:tabs>
        <w:ind w:left="1800" w:hanging="720"/>
      </w:pPr>
      <w:rPr>
        <w:rFonts w:hint="default" w:cs="Times New Roman"/>
      </w:rPr>
    </w:lvl>
    <w:lvl w:ilvl="4" w:tentative="0">
      <w:start w:val="1"/>
      <w:numFmt w:val="decimal"/>
      <w:lvlText w:val="%1.%2.%3.%4.%5"/>
      <w:lvlJc w:val="left"/>
      <w:pPr>
        <w:tabs>
          <w:tab w:val="left" w:pos="2160"/>
        </w:tabs>
        <w:ind w:left="2160" w:hanging="720"/>
      </w:pPr>
      <w:rPr>
        <w:rFonts w:hint="default" w:cs="Times New Roman"/>
      </w:rPr>
    </w:lvl>
    <w:lvl w:ilvl="5" w:tentative="0">
      <w:start w:val="1"/>
      <w:numFmt w:val="decimal"/>
      <w:lvlText w:val="%1.%2.%3.%4.%5.%6"/>
      <w:lvlJc w:val="left"/>
      <w:pPr>
        <w:tabs>
          <w:tab w:val="left" w:pos="2880"/>
        </w:tabs>
        <w:ind w:left="2880" w:hanging="1080"/>
      </w:pPr>
      <w:rPr>
        <w:rFonts w:hint="default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3240"/>
        </w:tabs>
        <w:ind w:left="3240" w:hanging="1080"/>
      </w:pPr>
      <w:rPr>
        <w:rFonts w:hint="default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960"/>
        </w:tabs>
        <w:ind w:left="3960" w:hanging="1440"/>
      </w:pPr>
      <w:rPr>
        <w:rFonts w:hint="default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320"/>
        </w:tabs>
        <w:ind w:left="4320" w:hanging="1440"/>
      </w:pPr>
      <w:rPr>
        <w:rFonts w:hint="default" w:cs="Times New Roman"/>
      </w:rPr>
    </w:lvl>
  </w:abstractNum>
  <w:abstractNum w:abstractNumId="3">
    <w:nsid w:val="4BE96EBA"/>
    <w:multiLevelType w:val="multilevel"/>
    <w:tmpl w:val="4BE96EBA"/>
    <w:lvl w:ilvl="0" w:tentative="0">
      <w:start w:val="1"/>
      <w:numFmt w:val="bullet"/>
      <w:lvlText w:val=""/>
      <w:lvlJc w:val="left"/>
      <w:pPr>
        <w:tabs>
          <w:tab w:val="left" w:pos="1146"/>
        </w:tabs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866"/>
        </w:tabs>
        <w:ind w:left="1866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586"/>
        </w:tabs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306"/>
        </w:tabs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026"/>
        </w:tabs>
        <w:ind w:left="4026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746"/>
        </w:tabs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66"/>
        </w:tabs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86"/>
        </w:tabs>
        <w:ind w:left="6186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906"/>
        </w:tabs>
        <w:ind w:left="6906" w:hanging="360"/>
      </w:pPr>
      <w:rPr>
        <w:rFonts w:hint="default" w:ascii="Wingdings" w:hAnsi="Wingdings"/>
      </w:rPr>
    </w:lvl>
  </w:abstractNum>
  <w:abstractNum w:abstractNumId="4">
    <w:nsid w:val="59780AF8"/>
    <w:multiLevelType w:val="multilevel"/>
    <w:tmpl w:val="59780AF8"/>
    <w:lvl w:ilvl="0" w:tentative="0">
      <w:start w:val="1"/>
      <w:numFmt w:val="bullet"/>
      <w:lvlText w:val=""/>
      <w:lvlJc w:val="left"/>
      <w:pPr>
        <w:tabs>
          <w:tab w:val="left" w:pos="1146"/>
        </w:tabs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866"/>
        </w:tabs>
        <w:ind w:left="1866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586"/>
        </w:tabs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306"/>
        </w:tabs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026"/>
        </w:tabs>
        <w:ind w:left="4026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746"/>
        </w:tabs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466"/>
        </w:tabs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86"/>
        </w:tabs>
        <w:ind w:left="6186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906"/>
        </w:tabs>
        <w:ind w:left="6906" w:hanging="360"/>
      </w:pPr>
      <w:rPr>
        <w:rFonts w:hint="default" w:ascii="Wingdings" w:hAnsi="Wingdings"/>
      </w:rPr>
    </w:lvl>
  </w:abstractNum>
  <w:abstractNum w:abstractNumId="5">
    <w:nsid w:val="5A5C31E2"/>
    <w:multiLevelType w:val="multilevel"/>
    <w:tmpl w:val="5A5C31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09"/>
  <w:autoHyphenation/>
  <w:hyphenationZone w:val="357"/>
  <w:characterSpacingControl w:val="doNotCompress"/>
  <w:footnotePr>
    <w:numRestart w:val="eachPage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ED3"/>
    <w:rsid w:val="0005269D"/>
    <w:rsid w:val="000561EE"/>
    <w:rsid w:val="000728E1"/>
    <w:rsid w:val="000903D0"/>
    <w:rsid w:val="000907EF"/>
    <w:rsid w:val="00093F60"/>
    <w:rsid w:val="00096A6B"/>
    <w:rsid w:val="000B0907"/>
    <w:rsid w:val="000B5DFA"/>
    <w:rsid w:val="000B78B6"/>
    <w:rsid w:val="000B7DCE"/>
    <w:rsid w:val="000C0ABC"/>
    <w:rsid w:val="000C114A"/>
    <w:rsid w:val="000C5BF8"/>
    <w:rsid w:val="000D13BB"/>
    <w:rsid w:val="000D4E77"/>
    <w:rsid w:val="000F221E"/>
    <w:rsid w:val="001027C7"/>
    <w:rsid w:val="00114F02"/>
    <w:rsid w:val="001305BB"/>
    <w:rsid w:val="00136C7D"/>
    <w:rsid w:val="001509C3"/>
    <w:rsid w:val="00153944"/>
    <w:rsid w:val="0017166B"/>
    <w:rsid w:val="0017186C"/>
    <w:rsid w:val="00177BA6"/>
    <w:rsid w:val="00197444"/>
    <w:rsid w:val="001B3600"/>
    <w:rsid w:val="001E206E"/>
    <w:rsid w:val="001E2E4B"/>
    <w:rsid w:val="001F1F04"/>
    <w:rsid w:val="001F46C4"/>
    <w:rsid w:val="00205E15"/>
    <w:rsid w:val="00207F0E"/>
    <w:rsid w:val="00221B3D"/>
    <w:rsid w:val="002232F7"/>
    <w:rsid w:val="00242EDB"/>
    <w:rsid w:val="00243A82"/>
    <w:rsid w:val="00245F27"/>
    <w:rsid w:val="00247705"/>
    <w:rsid w:val="00250107"/>
    <w:rsid w:val="00257D4C"/>
    <w:rsid w:val="002713D2"/>
    <w:rsid w:val="0028107B"/>
    <w:rsid w:val="002859D1"/>
    <w:rsid w:val="002B0160"/>
    <w:rsid w:val="002D0092"/>
    <w:rsid w:val="002F004C"/>
    <w:rsid w:val="00316AFF"/>
    <w:rsid w:val="00327D44"/>
    <w:rsid w:val="00355469"/>
    <w:rsid w:val="00361AB9"/>
    <w:rsid w:val="00377212"/>
    <w:rsid w:val="00380213"/>
    <w:rsid w:val="003815C8"/>
    <w:rsid w:val="00384DCE"/>
    <w:rsid w:val="003A5ED3"/>
    <w:rsid w:val="003A6253"/>
    <w:rsid w:val="003C2F8F"/>
    <w:rsid w:val="003D458A"/>
    <w:rsid w:val="00400449"/>
    <w:rsid w:val="00404870"/>
    <w:rsid w:val="00405794"/>
    <w:rsid w:val="0046006F"/>
    <w:rsid w:val="00461E3C"/>
    <w:rsid w:val="004629B4"/>
    <w:rsid w:val="00462C1F"/>
    <w:rsid w:val="00480E8D"/>
    <w:rsid w:val="00483AF1"/>
    <w:rsid w:val="004A5097"/>
    <w:rsid w:val="004B2B9C"/>
    <w:rsid w:val="004C08BF"/>
    <w:rsid w:val="004C155A"/>
    <w:rsid w:val="004C411E"/>
    <w:rsid w:val="004D1AAA"/>
    <w:rsid w:val="004D5CF2"/>
    <w:rsid w:val="004E4D43"/>
    <w:rsid w:val="0050467E"/>
    <w:rsid w:val="00504784"/>
    <w:rsid w:val="00517DAC"/>
    <w:rsid w:val="00522729"/>
    <w:rsid w:val="0053593F"/>
    <w:rsid w:val="00547DE4"/>
    <w:rsid w:val="00561216"/>
    <w:rsid w:val="00562AD2"/>
    <w:rsid w:val="005778E7"/>
    <w:rsid w:val="005928BC"/>
    <w:rsid w:val="0059684C"/>
    <w:rsid w:val="005A51EE"/>
    <w:rsid w:val="005A760E"/>
    <w:rsid w:val="005C658E"/>
    <w:rsid w:val="005E6774"/>
    <w:rsid w:val="005E6F6F"/>
    <w:rsid w:val="005F5199"/>
    <w:rsid w:val="006209AA"/>
    <w:rsid w:val="00622C7B"/>
    <w:rsid w:val="00625434"/>
    <w:rsid w:val="00636193"/>
    <w:rsid w:val="0064435D"/>
    <w:rsid w:val="00660BEB"/>
    <w:rsid w:val="006711EB"/>
    <w:rsid w:val="00690C34"/>
    <w:rsid w:val="00692BEA"/>
    <w:rsid w:val="00697F59"/>
    <w:rsid w:val="006A40D0"/>
    <w:rsid w:val="006C4951"/>
    <w:rsid w:val="006F59B3"/>
    <w:rsid w:val="00700C45"/>
    <w:rsid w:val="00725082"/>
    <w:rsid w:val="007362C0"/>
    <w:rsid w:val="0074305E"/>
    <w:rsid w:val="00743C03"/>
    <w:rsid w:val="0075476F"/>
    <w:rsid w:val="00764DF2"/>
    <w:rsid w:val="0077256E"/>
    <w:rsid w:val="0079342C"/>
    <w:rsid w:val="007A210B"/>
    <w:rsid w:val="007A310F"/>
    <w:rsid w:val="007C33F4"/>
    <w:rsid w:val="007C5345"/>
    <w:rsid w:val="007E4C55"/>
    <w:rsid w:val="007F6B19"/>
    <w:rsid w:val="0080660F"/>
    <w:rsid w:val="00806CEB"/>
    <w:rsid w:val="008132E3"/>
    <w:rsid w:val="0082222D"/>
    <w:rsid w:val="00825C8C"/>
    <w:rsid w:val="0083584B"/>
    <w:rsid w:val="00843C5F"/>
    <w:rsid w:val="00874438"/>
    <w:rsid w:val="008756B8"/>
    <w:rsid w:val="00892E1F"/>
    <w:rsid w:val="008A1FE9"/>
    <w:rsid w:val="008A6ACB"/>
    <w:rsid w:val="008B0B60"/>
    <w:rsid w:val="008B26A0"/>
    <w:rsid w:val="008B5026"/>
    <w:rsid w:val="008C166F"/>
    <w:rsid w:val="008C24C5"/>
    <w:rsid w:val="008D6BF3"/>
    <w:rsid w:val="008D7BC4"/>
    <w:rsid w:val="008E50F2"/>
    <w:rsid w:val="00901D28"/>
    <w:rsid w:val="009132B3"/>
    <w:rsid w:val="009209FA"/>
    <w:rsid w:val="00935A04"/>
    <w:rsid w:val="009429C5"/>
    <w:rsid w:val="00944103"/>
    <w:rsid w:val="00952831"/>
    <w:rsid w:val="0095741D"/>
    <w:rsid w:val="00981D02"/>
    <w:rsid w:val="009D4657"/>
    <w:rsid w:val="009E2599"/>
    <w:rsid w:val="00A016CF"/>
    <w:rsid w:val="00A07E4F"/>
    <w:rsid w:val="00A21874"/>
    <w:rsid w:val="00A2391B"/>
    <w:rsid w:val="00A4657F"/>
    <w:rsid w:val="00A46AF1"/>
    <w:rsid w:val="00A543D4"/>
    <w:rsid w:val="00A73781"/>
    <w:rsid w:val="00A81A1C"/>
    <w:rsid w:val="00AA3A41"/>
    <w:rsid w:val="00AB344E"/>
    <w:rsid w:val="00AF1640"/>
    <w:rsid w:val="00AF29FF"/>
    <w:rsid w:val="00B053FB"/>
    <w:rsid w:val="00B054F7"/>
    <w:rsid w:val="00B135B3"/>
    <w:rsid w:val="00B22661"/>
    <w:rsid w:val="00B327F2"/>
    <w:rsid w:val="00B42886"/>
    <w:rsid w:val="00B709DD"/>
    <w:rsid w:val="00B70DCF"/>
    <w:rsid w:val="00B86491"/>
    <w:rsid w:val="00BE0CBF"/>
    <w:rsid w:val="00C04BA0"/>
    <w:rsid w:val="00C13519"/>
    <w:rsid w:val="00C36EAA"/>
    <w:rsid w:val="00C556FD"/>
    <w:rsid w:val="00C6444A"/>
    <w:rsid w:val="00C663F1"/>
    <w:rsid w:val="00C724EF"/>
    <w:rsid w:val="00C73928"/>
    <w:rsid w:val="00C83836"/>
    <w:rsid w:val="00C85403"/>
    <w:rsid w:val="00CA6859"/>
    <w:rsid w:val="00CC29DE"/>
    <w:rsid w:val="00CC47BC"/>
    <w:rsid w:val="00CD5701"/>
    <w:rsid w:val="00CE0708"/>
    <w:rsid w:val="00CE57AC"/>
    <w:rsid w:val="00CE7ADA"/>
    <w:rsid w:val="00CF4B91"/>
    <w:rsid w:val="00D0239C"/>
    <w:rsid w:val="00D25D84"/>
    <w:rsid w:val="00D37E90"/>
    <w:rsid w:val="00D63DD4"/>
    <w:rsid w:val="00D64AD2"/>
    <w:rsid w:val="00D71E74"/>
    <w:rsid w:val="00D72563"/>
    <w:rsid w:val="00D83D0A"/>
    <w:rsid w:val="00D923C4"/>
    <w:rsid w:val="00D94B26"/>
    <w:rsid w:val="00DC1601"/>
    <w:rsid w:val="00DC3D15"/>
    <w:rsid w:val="00DC41F6"/>
    <w:rsid w:val="00DC7E68"/>
    <w:rsid w:val="00DD4BBF"/>
    <w:rsid w:val="00DD51C4"/>
    <w:rsid w:val="00DE2A91"/>
    <w:rsid w:val="00DE6AE6"/>
    <w:rsid w:val="00DF4B9D"/>
    <w:rsid w:val="00E13FB1"/>
    <w:rsid w:val="00E16097"/>
    <w:rsid w:val="00E24F02"/>
    <w:rsid w:val="00E43076"/>
    <w:rsid w:val="00E46C11"/>
    <w:rsid w:val="00E75548"/>
    <w:rsid w:val="00E82971"/>
    <w:rsid w:val="00E943DE"/>
    <w:rsid w:val="00EA2FCD"/>
    <w:rsid w:val="00EB0640"/>
    <w:rsid w:val="00EC12D4"/>
    <w:rsid w:val="00EC23EC"/>
    <w:rsid w:val="00F00E1A"/>
    <w:rsid w:val="00F144F1"/>
    <w:rsid w:val="00F4078F"/>
    <w:rsid w:val="00F46523"/>
    <w:rsid w:val="00F46B43"/>
    <w:rsid w:val="00F472FE"/>
    <w:rsid w:val="00F47D86"/>
    <w:rsid w:val="00F5336E"/>
    <w:rsid w:val="00F6592B"/>
    <w:rsid w:val="00F813E5"/>
    <w:rsid w:val="00F84F41"/>
    <w:rsid w:val="00F8673E"/>
    <w:rsid w:val="00F918EC"/>
    <w:rsid w:val="00F95225"/>
    <w:rsid w:val="00FA3B08"/>
    <w:rsid w:val="00FA5785"/>
    <w:rsid w:val="00FB18F6"/>
    <w:rsid w:val="00FE0BCF"/>
    <w:rsid w:val="00FE7B5E"/>
    <w:rsid w:val="00FF0E8D"/>
    <w:rsid w:val="00FF3BEB"/>
    <w:rsid w:val="45792890"/>
    <w:rsid w:val="53A4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widowControl w:val="0"/>
      <w:shd w:val="clear" w:color="auto" w:fill="FFFFFF"/>
      <w:autoSpaceDE w:val="0"/>
      <w:ind w:left="24" w:right="5" w:firstLine="211"/>
      <w:jc w:val="center"/>
      <w:outlineLvl w:val="0"/>
    </w:pPr>
    <w:rPr>
      <w:rFonts w:ascii="Tahoma" w:hAnsi="Tahoma" w:cs="Tahoma"/>
      <w:b/>
      <w:bCs/>
      <w:sz w:val="20"/>
      <w:lang w:eastAsia="ar-SA"/>
    </w:rPr>
  </w:style>
  <w:style w:type="paragraph" w:styleId="3">
    <w:name w:val="heading 3"/>
    <w:basedOn w:val="1"/>
    <w:next w:val="1"/>
    <w:link w:val="12"/>
    <w:qFormat/>
    <w:uiPriority w:val="99"/>
    <w:pPr>
      <w:keepNext/>
      <w:widowControl w:val="0"/>
      <w:shd w:val="clear" w:color="auto" w:fill="FFFFFF"/>
      <w:autoSpaceDE w:val="0"/>
      <w:ind w:left="19" w:right="19" w:firstLine="206"/>
      <w:jc w:val="center"/>
      <w:outlineLvl w:val="2"/>
    </w:pPr>
    <w:rPr>
      <w:rFonts w:ascii="Tahoma" w:hAnsi="Tahoma" w:cs="Tahoma"/>
      <w:b/>
      <w:bCs/>
      <w:sz w:val="20"/>
      <w:lang w:eastAsia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4"/>
    <w:uiPriority w:val="99"/>
    <w:rPr>
      <w:rFonts w:cs="Times New Roman"/>
    </w:rPr>
  </w:style>
  <w:style w:type="paragraph" w:styleId="7">
    <w:name w:val="header"/>
    <w:basedOn w:val="1"/>
    <w:link w:val="14"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15"/>
    <w:qFormat/>
    <w:uiPriority w:val="99"/>
    <w:pPr>
      <w:jc w:val="center"/>
    </w:pPr>
    <w:rPr>
      <w:lang w:eastAsia="ar-SA"/>
    </w:rPr>
  </w:style>
  <w:style w:type="paragraph" w:styleId="9">
    <w:name w:val="footer"/>
    <w:basedOn w:val="1"/>
    <w:link w:val="13"/>
    <w:uiPriority w:val="99"/>
    <w:pPr>
      <w:tabs>
        <w:tab w:val="center" w:pos="4677"/>
        <w:tab w:val="right" w:pos="9355"/>
      </w:tabs>
    </w:pPr>
  </w:style>
  <w:style w:type="table" w:styleId="10">
    <w:name w:val="Table Grid"/>
    <w:basedOn w:val="5"/>
    <w:qFormat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Heading 1 Char"/>
    <w:basedOn w:val="4"/>
    <w:link w:val="2"/>
    <w:locked/>
    <w:uiPriority w:val="99"/>
    <w:rPr>
      <w:rFonts w:ascii="Tahoma" w:hAnsi="Tahoma" w:cs="Tahoma"/>
      <w:b/>
      <w:bCs/>
      <w:sz w:val="24"/>
      <w:szCs w:val="24"/>
      <w:shd w:val="clear" w:color="auto" w:fill="FFFFFF"/>
      <w:lang w:eastAsia="ar-SA" w:bidi="ar-SA"/>
    </w:rPr>
  </w:style>
  <w:style w:type="character" w:customStyle="1" w:styleId="12">
    <w:name w:val="Heading 3 Char"/>
    <w:basedOn w:val="4"/>
    <w:link w:val="3"/>
    <w:qFormat/>
    <w:locked/>
    <w:uiPriority w:val="99"/>
    <w:rPr>
      <w:rFonts w:ascii="Tahoma" w:hAnsi="Tahoma" w:cs="Tahoma"/>
      <w:b/>
      <w:bCs/>
      <w:sz w:val="24"/>
      <w:szCs w:val="24"/>
      <w:shd w:val="clear" w:color="auto" w:fill="FFFFFF"/>
      <w:lang w:eastAsia="ar-SA" w:bidi="ar-SA"/>
    </w:rPr>
  </w:style>
  <w:style w:type="character" w:customStyle="1" w:styleId="13">
    <w:name w:val="Footer Char"/>
    <w:basedOn w:val="4"/>
    <w:link w:val="9"/>
    <w:locked/>
    <w:uiPriority w:val="99"/>
    <w:rPr>
      <w:rFonts w:cs="Times New Roman"/>
      <w:sz w:val="24"/>
      <w:szCs w:val="24"/>
    </w:rPr>
  </w:style>
  <w:style w:type="character" w:customStyle="1" w:styleId="14">
    <w:name w:val="Header Char"/>
    <w:basedOn w:val="4"/>
    <w:link w:val="7"/>
    <w:qFormat/>
    <w:locked/>
    <w:uiPriority w:val="99"/>
    <w:rPr>
      <w:rFonts w:cs="Times New Roman"/>
      <w:sz w:val="24"/>
      <w:szCs w:val="24"/>
    </w:rPr>
  </w:style>
  <w:style w:type="character" w:customStyle="1" w:styleId="15">
    <w:name w:val="Body Text Char"/>
    <w:basedOn w:val="4"/>
    <w:link w:val="8"/>
    <w:qFormat/>
    <w:locked/>
    <w:uiPriority w:val="99"/>
    <w:rPr>
      <w:rFonts w:cs="Times New Roman"/>
      <w:sz w:val="24"/>
      <w:szCs w:val="24"/>
      <w:lang w:eastAsia="ar-SA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5" Type="http://schemas.openxmlformats.org/officeDocument/2006/relationships/fontTable" Target="fontTable.xml"/><Relationship Id="rId54" Type="http://schemas.openxmlformats.org/officeDocument/2006/relationships/numbering" Target="numbering.xml"/><Relationship Id="rId53" Type="http://schemas.openxmlformats.org/officeDocument/2006/relationships/image" Target="media/image21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19.wmf"/><Relationship Id="rId48" Type="http://schemas.openxmlformats.org/officeDocument/2006/relationships/oleObject" Target="embeddings/oleObject19.bin"/><Relationship Id="rId47" Type="http://schemas.openxmlformats.org/officeDocument/2006/relationships/image" Target="media/image18.wmf"/><Relationship Id="rId46" Type="http://schemas.openxmlformats.org/officeDocument/2006/relationships/oleObject" Target="embeddings/oleObject18.bin"/><Relationship Id="rId45" Type="http://schemas.openxmlformats.org/officeDocument/2006/relationships/image" Target="media/image17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6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5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3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2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1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9.wmf"/><Relationship Id="rId28" Type="http://schemas.openxmlformats.org/officeDocument/2006/relationships/oleObject" Target="embeddings/oleObject9.bin"/><Relationship Id="rId27" Type="http://schemas.openxmlformats.org/officeDocument/2006/relationships/image" Target="media/image8.wmf"/><Relationship Id="rId26" Type="http://schemas.openxmlformats.org/officeDocument/2006/relationships/oleObject" Target="embeddings/oleObject8.bin"/><Relationship Id="rId25" Type="http://schemas.openxmlformats.org/officeDocument/2006/relationships/image" Target="media/image7.wmf"/><Relationship Id="rId24" Type="http://schemas.openxmlformats.org/officeDocument/2006/relationships/oleObject" Target="embeddings/oleObject7.bin"/><Relationship Id="rId23" Type="http://schemas.openxmlformats.org/officeDocument/2006/relationships/oleObject" Target="embeddings/oleObject6.bin"/><Relationship Id="rId22" Type="http://schemas.openxmlformats.org/officeDocument/2006/relationships/image" Target="media/image6.wmf"/><Relationship Id="rId21" Type="http://schemas.openxmlformats.org/officeDocument/2006/relationships/oleObject" Target="embeddings/oleObject5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4.wmf"/><Relationship Id="rId17" Type="http://schemas.openxmlformats.org/officeDocument/2006/relationships/oleObject" Target="embeddings/oleObject3.bin"/><Relationship Id="rId16" Type="http://schemas.openxmlformats.org/officeDocument/2006/relationships/image" Target="media/image3.wmf"/><Relationship Id="rId15" Type="http://schemas.openxmlformats.org/officeDocument/2006/relationships/oleObject" Target="embeddings/oleObject2.bin"/><Relationship Id="rId14" Type="http://schemas.openxmlformats.org/officeDocument/2006/relationships/image" Target="media/image2.wmf"/><Relationship Id="rId13" Type="http://schemas.openxmlformats.org/officeDocument/2006/relationships/oleObject" Target="embeddings/oleObject1.bin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******</Company>
  <Pages>13</Pages>
  <Words>2218</Words>
  <Characters>12647</Characters>
  <Lines>0</Lines>
  <Paragraphs>0</Paragraphs>
  <TotalTime>7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2016-10-23T18:58:00Z</dcterms:created>
  <dc:creator>***</dc:creator>
  <cp:lastModifiedBy>Иван Юргин</cp:lastModifiedBy>
  <dcterms:modified xsi:type="dcterms:W3CDTF">2025-06-23T05:23:47Z</dcterms:modified>
  <dc:title>ФЕДЕРАЛЬНОЕ АГЕНТСТВО ПО ОБРАЗОВАНИЮ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AA8EEE984D854C5FA33102231E9724D3_12</vt:lpwstr>
  </property>
</Properties>
</file>